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8A" w:rsidRDefault="00047A04"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-400050</wp:posOffset>
            </wp:positionH>
            <wp:positionV relativeFrom="paragraph">
              <wp:posOffset>-238125</wp:posOffset>
            </wp:positionV>
            <wp:extent cx="923925" cy="9193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eepsmartwe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19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28A"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-114300</wp:posOffset>
            </wp:positionV>
            <wp:extent cx="4343400" cy="6477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477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D228A"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-457200</wp:posOffset>
            </wp:positionV>
            <wp:extent cx="1139825" cy="1257300"/>
            <wp:effectExtent l="1905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2573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D228A" w:rsidRPr="00ED228A" w:rsidRDefault="00ED228A" w:rsidP="00ED228A"/>
    <w:p w:rsidR="00ED228A" w:rsidRDefault="00ED228A" w:rsidP="00ED228A">
      <w:pPr>
        <w:jc w:val="center"/>
        <w:rPr>
          <w:rFonts w:cstheme="minorHAnsi"/>
          <w:b/>
          <w:sz w:val="28"/>
          <w:szCs w:val="28"/>
        </w:rPr>
      </w:pPr>
      <w:r w:rsidRPr="00ED228A">
        <w:rPr>
          <w:rFonts w:cstheme="minorHAnsi"/>
          <w:b/>
          <w:sz w:val="32"/>
          <w:szCs w:val="32"/>
        </w:rPr>
        <w:t>CONSENT FORM</w:t>
      </w:r>
      <w:r w:rsidR="005F2B1C">
        <w:rPr>
          <w:rFonts w:cstheme="minorHAnsi"/>
          <w:b/>
          <w:sz w:val="32"/>
          <w:szCs w:val="32"/>
        </w:rPr>
        <w:t xml:space="preserve"> - </w:t>
      </w:r>
      <w:r w:rsidR="009C3166">
        <w:rPr>
          <w:rFonts w:cstheme="minorHAnsi"/>
          <w:b/>
          <w:sz w:val="28"/>
          <w:szCs w:val="28"/>
        </w:rPr>
        <w:t>SleepSmart</w:t>
      </w:r>
    </w:p>
    <w:p w:rsidR="00ED228A" w:rsidRDefault="00ED228A" w:rsidP="004C6C0B">
      <w:pPr>
        <w:jc w:val="center"/>
        <w:rPr>
          <w:rFonts w:cstheme="minorHAnsi"/>
          <w:i/>
          <w:sz w:val="24"/>
          <w:szCs w:val="24"/>
        </w:rPr>
      </w:pPr>
      <w:r w:rsidRPr="00ED228A">
        <w:rPr>
          <w:rFonts w:cstheme="minorHAnsi"/>
          <w:i/>
          <w:sz w:val="24"/>
          <w:szCs w:val="24"/>
        </w:rPr>
        <w:t xml:space="preserve">Please tick the box to </w:t>
      </w:r>
      <w:r>
        <w:rPr>
          <w:rFonts w:cstheme="minorHAnsi"/>
          <w:i/>
          <w:sz w:val="24"/>
          <w:szCs w:val="24"/>
        </w:rPr>
        <w:t>indicate agreement with the following statements</w:t>
      </w:r>
    </w:p>
    <w:p w:rsidR="00ED228A" w:rsidRPr="005F2B1C" w:rsidRDefault="00FD7778" w:rsidP="00ED228A">
      <w:pPr>
        <w:numPr>
          <w:ilvl w:val="0"/>
          <w:numId w:val="1"/>
        </w:numPr>
        <w:tabs>
          <w:tab w:val="left" w:pos="2340"/>
          <w:tab w:val="right" w:pos="9720"/>
        </w:tabs>
        <w:spacing w:after="0"/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74295</wp:posOffset>
                </wp:positionV>
                <wp:extent cx="205740" cy="198120"/>
                <wp:effectExtent l="9525" t="12065" r="13335" b="889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C6BFC" id="Rectangle 5" o:spid="_x0000_s1026" style="position:absolute;margin-left:414pt;margin-top:5.85pt;width:16.2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"/>
            </w:pict>
          </mc:Fallback>
        </mc:AlternateContent>
      </w:r>
      <w:r w:rsidR="00ED228A" w:rsidRPr="005F2B1C">
        <w:t>I have read and understood the information booklet</w:t>
      </w:r>
      <w:r w:rsidR="004C6C0B" w:rsidRPr="005F2B1C">
        <w:t>. I have had the opportunity</w:t>
      </w:r>
      <w:r w:rsidR="009C3166" w:rsidRPr="005F2B1C">
        <w:t xml:space="preserve"> </w:t>
      </w:r>
      <w:r w:rsidR="00ED228A" w:rsidRPr="005F2B1C">
        <w:tab/>
      </w:r>
    </w:p>
    <w:p w:rsidR="004C6C0B" w:rsidRPr="005F2B1C" w:rsidRDefault="004C6C0B" w:rsidP="004C6C0B">
      <w:pPr>
        <w:tabs>
          <w:tab w:val="left" w:pos="2340"/>
          <w:tab w:val="right" w:pos="9720"/>
        </w:tabs>
        <w:ind w:left="720"/>
      </w:pPr>
      <w:proofErr w:type="gramStart"/>
      <w:r w:rsidRPr="005F2B1C">
        <w:t>to</w:t>
      </w:r>
      <w:proofErr w:type="gramEnd"/>
      <w:r w:rsidRPr="005F2B1C">
        <w:t xml:space="preserve"> ask questions and have had any queries answered satisfactorily.</w:t>
      </w:r>
    </w:p>
    <w:p w:rsidR="009C3166" w:rsidRPr="005F2B1C" w:rsidRDefault="00FD7778" w:rsidP="00ED228A">
      <w:pPr>
        <w:numPr>
          <w:ilvl w:val="0"/>
          <w:numId w:val="1"/>
        </w:numPr>
        <w:tabs>
          <w:tab w:val="left" w:pos="2340"/>
          <w:tab w:val="right" w:pos="9720"/>
        </w:tabs>
        <w:spacing w:after="0"/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12700</wp:posOffset>
                </wp:positionV>
                <wp:extent cx="205740" cy="198120"/>
                <wp:effectExtent l="9525" t="12700" r="13335" b="8255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86086" id="Rectangle 6" o:spid="_x0000_s1026" style="position:absolute;margin-left:414pt;margin-top:1pt;width:16.2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"/>
            </w:pict>
          </mc:Fallback>
        </mc:AlternateContent>
      </w:r>
      <w:r w:rsidR="00ED228A" w:rsidRPr="005F2B1C">
        <w:t xml:space="preserve">I understand that </w:t>
      </w:r>
      <w:r w:rsidR="009C3166" w:rsidRPr="005F2B1C">
        <w:t xml:space="preserve">my child’s participation is voluntary and </w:t>
      </w:r>
      <w:r w:rsidR="00ED228A" w:rsidRPr="005F2B1C">
        <w:t xml:space="preserve">I am free to withdraw </w:t>
      </w:r>
    </w:p>
    <w:p w:rsidR="00ED228A" w:rsidRPr="005F2B1C" w:rsidRDefault="00ED228A" w:rsidP="009C3166">
      <w:pPr>
        <w:tabs>
          <w:tab w:val="left" w:pos="2340"/>
          <w:tab w:val="right" w:pos="9720"/>
        </w:tabs>
        <w:spacing w:after="0"/>
        <w:ind w:left="720"/>
      </w:pPr>
      <w:proofErr w:type="gramStart"/>
      <w:r w:rsidRPr="005F2B1C">
        <w:t>my</w:t>
      </w:r>
      <w:proofErr w:type="gramEnd"/>
      <w:r w:rsidRPr="005F2B1C">
        <w:t xml:space="preserve"> child from the study at any time</w:t>
      </w:r>
      <w:r w:rsidR="004C6C0B" w:rsidRPr="005F2B1C">
        <w:t>,</w:t>
      </w:r>
      <w:r w:rsidR="009C3166" w:rsidRPr="005F2B1C">
        <w:t xml:space="preserve"> </w:t>
      </w:r>
      <w:r w:rsidR="00FD7778"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273685</wp:posOffset>
                </wp:positionV>
                <wp:extent cx="205740" cy="198120"/>
                <wp:effectExtent l="9525" t="12065" r="13335" b="889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12493" id="Rectangle 8" o:spid="_x0000_s1026" style="position:absolute;margin-left:414pt;margin-top:21.55pt;width:16.2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"/>
            </w:pict>
          </mc:Fallback>
        </mc:AlternateContent>
      </w:r>
      <w:r w:rsidR="004C6C0B" w:rsidRPr="005F2B1C">
        <w:t>without giving any reason.</w:t>
      </w:r>
    </w:p>
    <w:p w:rsidR="009C3166" w:rsidRPr="005F2B1C" w:rsidRDefault="009C3166" w:rsidP="009C3166">
      <w:pPr>
        <w:tabs>
          <w:tab w:val="left" w:pos="2340"/>
          <w:tab w:val="right" w:pos="9720"/>
        </w:tabs>
        <w:spacing w:after="0"/>
        <w:ind w:left="720"/>
      </w:pPr>
    </w:p>
    <w:p w:rsidR="00ED228A" w:rsidRDefault="00ED228A" w:rsidP="00ED228A">
      <w:pPr>
        <w:numPr>
          <w:ilvl w:val="0"/>
          <w:numId w:val="1"/>
        </w:numPr>
        <w:tabs>
          <w:tab w:val="left" w:pos="2340"/>
          <w:tab w:val="right" w:pos="9720"/>
        </w:tabs>
        <w:spacing w:after="0"/>
        <w:rPr>
          <w:b/>
        </w:rPr>
      </w:pPr>
      <w:r w:rsidRPr="005F2B1C">
        <w:t>I give permission for my child to take part in this study</w:t>
      </w:r>
      <w:r w:rsidR="004C6C0B" w:rsidRPr="005F2B1C">
        <w:t>.</w:t>
      </w:r>
      <w:r w:rsidRPr="005F2B1C">
        <w:tab/>
      </w:r>
    </w:p>
    <w:p w:rsidR="00010DA7" w:rsidRPr="00010DA7" w:rsidRDefault="00010DA7" w:rsidP="00010DA7">
      <w:pPr>
        <w:tabs>
          <w:tab w:val="left" w:pos="2340"/>
          <w:tab w:val="right" w:pos="9720"/>
        </w:tabs>
        <w:spacing w:after="0"/>
        <w:ind w:left="720"/>
        <w:rPr>
          <w:b/>
        </w:rPr>
      </w:pPr>
    </w:p>
    <w:p w:rsidR="004C6C0B" w:rsidRPr="005F2B1C" w:rsidRDefault="00FD7778" w:rsidP="004C6C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2540</wp:posOffset>
                </wp:positionV>
                <wp:extent cx="205740" cy="198120"/>
                <wp:effectExtent l="9525" t="12065" r="13335" b="889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98A0E" id="Rectangle 7" o:spid="_x0000_s1026" style="position:absolute;margin-left:414pt;margin-top:.2pt;width:16.2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AA8HwIAADs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"/>
            </w:pict>
          </mc:Fallback>
        </mc:AlternateContent>
      </w:r>
      <w:r w:rsidR="00ED228A" w:rsidRPr="005F2B1C">
        <w:t>I know that information obtained will be strictly confidential and anonymised</w:t>
      </w:r>
      <w:r w:rsidR="004C6C0B" w:rsidRPr="005F2B1C">
        <w:t>.</w:t>
      </w:r>
    </w:p>
    <w:p w:rsidR="004C6C0B" w:rsidRPr="005F2B1C" w:rsidRDefault="004C6C0B" w:rsidP="004C6C0B">
      <w:pPr>
        <w:spacing w:after="0"/>
        <w:rPr>
          <w:rFonts w:cstheme="minorHAnsi"/>
        </w:rPr>
      </w:pPr>
    </w:p>
    <w:p w:rsidR="004C6C0B" w:rsidRPr="005F2B1C" w:rsidRDefault="00FD7778" w:rsidP="004C6C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5F2B1C">
        <w:rPr>
          <w:rFonts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152400</wp:posOffset>
                </wp:positionV>
                <wp:extent cx="205740" cy="198120"/>
                <wp:effectExtent l="9525" t="12700" r="13335" b="825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78740" id="Rectangle 9" o:spid="_x0000_s1026" style="position:absolute;margin-left:414pt;margin-top:12pt;width:16.2pt;height:1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3jHwIAADs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"/>
            </w:pict>
          </mc:Fallback>
        </mc:AlternateContent>
      </w:r>
      <w:r w:rsidR="004C6C0B" w:rsidRPr="005F2B1C">
        <w:rPr>
          <w:rFonts w:cstheme="minorHAnsi"/>
        </w:rPr>
        <w:t>I agree to parts of the assessment sessions with my child being audio</w:t>
      </w:r>
    </w:p>
    <w:p w:rsidR="00ED228A" w:rsidRPr="005F2B1C" w:rsidRDefault="004C6C0B" w:rsidP="004C6C0B">
      <w:pPr>
        <w:spacing w:after="0"/>
        <w:ind w:left="720"/>
        <w:jc w:val="both"/>
        <w:rPr>
          <w:rFonts w:cstheme="minorHAnsi"/>
        </w:rPr>
      </w:pPr>
      <w:proofErr w:type="gramStart"/>
      <w:r w:rsidRPr="005F2B1C">
        <w:rPr>
          <w:rFonts w:cstheme="minorHAnsi"/>
        </w:rPr>
        <w:t>recorded</w:t>
      </w:r>
      <w:proofErr w:type="gramEnd"/>
      <w:r w:rsidRPr="005F2B1C">
        <w:rPr>
          <w:rFonts w:cstheme="minorHAnsi"/>
        </w:rPr>
        <w:t xml:space="preserve"> and I understand that these recordings will be stored securely</w:t>
      </w:r>
    </w:p>
    <w:p w:rsidR="004C6C0B" w:rsidRPr="005F2B1C" w:rsidRDefault="004C6C0B" w:rsidP="004C6C0B">
      <w:pPr>
        <w:spacing w:after="0"/>
        <w:ind w:left="720"/>
        <w:jc w:val="both"/>
        <w:rPr>
          <w:rFonts w:cstheme="minorHAnsi"/>
        </w:rPr>
      </w:pPr>
      <w:proofErr w:type="gramStart"/>
      <w:r w:rsidRPr="005F2B1C">
        <w:rPr>
          <w:rFonts w:cstheme="minorHAnsi"/>
        </w:rPr>
        <w:t>and</w:t>
      </w:r>
      <w:proofErr w:type="gramEnd"/>
      <w:r w:rsidRPr="005F2B1C">
        <w:rPr>
          <w:rFonts w:cstheme="minorHAnsi"/>
        </w:rPr>
        <w:t xml:space="preserve"> disposed of </w:t>
      </w:r>
      <w:r w:rsidR="00977367" w:rsidRPr="005F2B1C">
        <w:rPr>
          <w:rFonts w:cstheme="minorHAnsi"/>
        </w:rPr>
        <w:t>10</w:t>
      </w:r>
      <w:r w:rsidRPr="005F2B1C">
        <w:rPr>
          <w:rFonts w:cstheme="minorHAnsi"/>
        </w:rPr>
        <w:t xml:space="preserve"> yea</w:t>
      </w:r>
      <w:r w:rsidR="00977367" w:rsidRPr="005F2B1C">
        <w:rPr>
          <w:rFonts w:cstheme="minorHAnsi"/>
        </w:rPr>
        <w:t>rs after the project ends</w:t>
      </w:r>
      <w:r w:rsidRPr="005F2B1C">
        <w:rPr>
          <w:rFonts w:cstheme="minorHAnsi"/>
        </w:rPr>
        <w:t>.</w:t>
      </w:r>
    </w:p>
    <w:p w:rsidR="002605B3" w:rsidRPr="005F2B1C" w:rsidRDefault="002605B3" w:rsidP="00886417">
      <w:pPr>
        <w:spacing w:after="0"/>
        <w:jc w:val="both"/>
        <w:rPr>
          <w:rFonts w:cstheme="minorHAnsi"/>
        </w:rPr>
      </w:pPr>
    </w:p>
    <w:p w:rsidR="00977367" w:rsidRPr="005F2B1C" w:rsidRDefault="00977367" w:rsidP="0097736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D7FF81" wp14:editId="4E71E495">
                <wp:simplePos x="0" y="0"/>
                <wp:positionH relativeFrom="column">
                  <wp:posOffset>5276850</wp:posOffset>
                </wp:positionH>
                <wp:positionV relativeFrom="paragraph">
                  <wp:posOffset>20955</wp:posOffset>
                </wp:positionV>
                <wp:extent cx="205740" cy="198120"/>
                <wp:effectExtent l="9525" t="12065" r="13335" b="889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6DB9C" id="Rectangle 10" o:spid="_x0000_s1026" style="position:absolute;margin-left:415.5pt;margin-top:1.65pt;width:16.2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"/>
            </w:pict>
          </mc:Fallback>
        </mc:AlternateContent>
      </w:r>
      <w:r w:rsidRPr="005F2B1C">
        <w:rPr>
          <w:rFonts w:cstheme="minorHAnsi"/>
        </w:rPr>
        <w:t>I would like to take part in a follow up assessment for the SleepSmart</w:t>
      </w:r>
    </w:p>
    <w:p w:rsidR="004C6C0B" w:rsidRPr="005F2B1C" w:rsidRDefault="00977367" w:rsidP="00977367">
      <w:pPr>
        <w:pStyle w:val="ListParagraph"/>
        <w:spacing w:after="0"/>
        <w:jc w:val="both"/>
        <w:rPr>
          <w:rFonts w:cstheme="minorHAnsi"/>
        </w:rPr>
      </w:pPr>
      <w:r w:rsidRPr="005F2B1C">
        <w:rPr>
          <w:rFonts w:cstheme="minorHAnsi"/>
        </w:rPr>
        <w:t xml:space="preserve">study in </w:t>
      </w:r>
      <w:r w:rsidR="00366C7B">
        <w:rPr>
          <w:rFonts w:cstheme="minorHAnsi"/>
        </w:rPr>
        <w:t>the future</w:t>
      </w:r>
      <w:r w:rsidRPr="005F2B1C">
        <w:rPr>
          <w:rFonts w:cstheme="minorHAnsi"/>
        </w:rPr>
        <w:t xml:space="preserve">.  </w:t>
      </w:r>
    </w:p>
    <w:p w:rsidR="00977367" w:rsidRPr="005F2B1C" w:rsidRDefault="00977367" w:rsidP="00977367">
      <w:pPr>
        <w:pStyle w:val="ListParagraph"/>
        <w:spacing w:after="0"/>
        <w:jc w:val="both"/>
        <w:rPr>
          <w:rFonts w:cstheme="minorHAnsi"/>
        </w:rPr>
      </w:pPr>
    </w:p>
    <w:p w:rsidR="004C6C0B" w:rsidRPr="005F2B1C" w:rsidRDefault="00977367" w:rsidP="004C6C0B">
      <w:pPr>
        <w:pStyle w:val="ListParagraph"/>
        <w:numPr>
          <w:ilvl w:val="0"/>
          <w:numId w:val="1"/>
        </w:numPr>
        <w:rPr>
          <w:rFonts w:cstheme="minorHAnsi"/>
        </w:rPr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9013E1" wp14:editId="6B57635F">
                <wp:simplePos x="0" y="0"/>
                <wp:positionH relativeFrom="column">
                  <wp:posOffset>5286375</wp:posOffset>
                </wp:positionH>
                <wp:positionV relativeFrom="paragraph">
                  <wp:posOffset>20955</wp:posOffset>
                </wp:positionV>
                <wp:extent cx="205740" cy="198120"/>
                <wp:effectExtent l="9525" t="12065" r="13335" b="8890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C19F6" id="Rectangle 10" o:spid="_x0000_s1026" style="position:absolute;margin-left:416.25pt;margin-top:1.65pt;width:16.2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"/>
            </w:pict>
          </mc:Fallback>
        </mc:AlternateContent>
      </w:r>
      <w:r w:rsidR="004C6C0B" w:rsidRPr="005F2B1C">
        <w:rPr>
          <w:rFonts w:cstheme="minorHAnsi"/>
        </w:rPr>
        <w:t>I am happy to be contacted about future research studies.</w:t>
      </w:r>
    </w:p>
    <w:p w:rsidR="002605B3" w:rsidRPr="005F2B1C" w:rsidRDefault="002605B3" w:rsidP="002605B3">
      <w:pPr>
        <w:pStyle w:val="ListParagraph"/>
        <w:rPr>
          <w:rFonts w:cstheme="minorHAnsi"/>
        </w:rPr>
      </w:pPr>
    </w:p>
    <w:p w:rsidR="00010DA7" w:rsidRPr="00E947C4" w:rsidRDefault="00010DA7" w:rsidP="00010DA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47C4">
        <w:rPr>
          <w:rFonts w:cstheme="minorHAnsi"/>
        </w:rPr>
        <w:t>During the study a series of assessments wi</w:t>
      </w:r>
      <w:r w:rsidR="00E947C4">
        <w:rPr>
          <w:rFonts w:cstheme="minorHAnsi"/>
        </w:rPr>
        <w:t>ll be completed with your child</w:t>
      </w:r>
      <w:r w:rsidRPr="00E947C4">
        <w:rPr>
          <w:rFonts w:cstheme="minorHAnsi"/>
        </w:rPr>
        <w:t xml:space="preserve">. You are able to receive feedback on these if you wish. Please indicate below which measures </w:t>
      </w:r>
      <w:r w:rsidR="00212122" w:rsidRPr="00E947C4">
        <w:rPr>
          <w:rFonts w:cstheme="minorHAnsi"/>
        </w:rPr>
        <w:t xml:space="preserve">about your child </w:t>
      </w:r>
      <w:r w:rsidRPr="00E947C4">
        <w:rPr>
          <w:rFonts w:cstheme="minorHAnsi"/>
        </w:rPr>
        <w:t xml:space="preserve">you </w:t>
      </w:r>
      <w:r w:rsidRPr="00E947C4">
        <w:rPr>
          <w:rFonts w:cstheme="minorHAnsi"/>
          <w:b/>
        </w:rPr>
        <w:t>would</w:t>
      </w:r>
      <w:r w:rsidRPr="00E947C4">
        <w:rPr>
          <w:rFonts w:cstheme="minorHAnsi"/>
        </w:rPr>
        <w:t xml:space="preserve"> like to receive feedback on. Please tick as applicable:</w:t>
      </w:r>
    </w:p>
    <w:p w:rsidR="00010DA7" w:rsidRDefault="00010DA7" w:rsidP="00010DA7">
      <w:pPr>
        <w:pStyle w:val="ListParagraph"/>
        <w:numPr>
          <w:ilvl w:val="1"/>
          <w:numId w:val="1"/>
        </w:numPr>
        <w:spacing w:after="0"/>
        <w:jc w:val="both"/>
        <w:rPr>
          <w:rFonts w:cstheme="minorHAnsi"/>
        </w:rPr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0645B8" wp14:editId="10AD882D">
                <wp:simplePos x="0" y="0"/>
                <wp:positionH relativeFrom="margin">
                  <wp:posOffset>3933825</wp:posOffset>
                </wp:positionH>
                <wp:positionV relativeFrom="paragraph">
                  <wp:posOffset>5715</wp:posOffset>
                </wp:positionV>
                <wp:extent cx="114300" cy="142875"/>
                <wp:effectExtent l="0" t="0" r="19050" b="2857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B158D" id="Rectangle 10" o:spid="_x0000_s1026" style="position:absolute;margin-left:309.75pt;margin-top:.45pt;width:9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">
                <w10:wrap anchorx="margin"/>
              </v:rect>
            </w:pict>
          </mc:Fallback>
        </mc:AlternateContent>
      </w:r>
      <w:r w:rsidR="002605B3" w:rsidRPr="005F2B1C">
        <w:rPr>
          <w:rFonts w:cstheme="minorHAnsi"/>
        </w:rPr>
        <w:t xml:space="preserve">standardised </w:t>
      </w:r>
      <w:r>
        <w:rPr>
          <w:rFonts w:cstheme="minorHAnsi"/>
        </w:rPr>
        <w:t xml:space="preserve">cognitive </w:t>
      </w:r>
      <w:r w:rsidR="002605B3" w:rsidRPr="005F2B1C">
        <w:rPr>
          <w:rFonts w:cstheme="minorHAnsi"/>
        </w:rPr>
        <w:t>assessments</w:t>
      </w:r>
      <w:r>
        <w:rPr>
          <w:rFonts w:cstheme="minorHAnsi"/>
        </w:rPr>
        <w:t xml:space="preserve">  </w:t>
      </w:r>
    </w:p>
    <w:p w:rsidR="00010DA7" w:rsidRDefault="00010DA7" w:rsidP="00010DA7">
      <w:pPr>
        <w:pStyle w:val="ListParagraph"/>
        <w:numPr>
          <w:ilvl w:val="1"/>
          <w:numId w:val="1"/>
        </w:numPr>
        <w:spacing w:after="0"/>
        <w:jc w:val="both"/>
        <w:rPr>
          <w:rFonts w:cstheme="minorHAnsi"/>
        </w:rPr>
      </w:pPr>
      <w:r w:rsidRPr="005F2B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272A87" wp14:editId="29976259">
                <wp:simplePos x="0" y="0"/>
                <wp:positionH relativeFrom="margin">
                  <wp:posOffset>3933825</wp:posOffset>
                </wp:positionH>
                <wp:positionV relativeFrom="paragraph">
                  <wp:posOffset>9525</wp:posOffset>
                </wp:positionV>
                <wp:extent cx="114300" cy="142875"/>
                <wp:effectExtent l="0" t="0" r="19050" b="2857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7EB36" id="Rectangle 10" o:spid="_x0000_s1026" style="position:absolute;margin-left:309.75pt;margin-top:.75pt;width:9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">
                <w10:wrap anchorx="margin"/>
              </v:rect>
            </w:pict>
          </mc:Fallback>
        </mc:AlternateContent>
      </w:r>
      <w:r w:rsidR="00714A70">
        <w:rPr>
          <w:rFonts w:cstheme="minorHAnsi"/>
        </w:rPr>
        <w:t xml:space="preserve">sleep </w:t>
      </w:r>
      <w:r w:rsidR="00774C9E">
        <w:rPr>
          <w:rFonts w:cstheme="minorHAnsi"/>
        </w:rPr>
        <w:t>monitoring equipment</w:t>
      </w:r>
      <w:r w:rsidR="002605B3" w:rsidRPr="005F2B1C">
        <w:rPr>
          <w:rFonts w:cstheme="minorHAnsi"/>
        </w:rPr>
        <w:t xml:space="preserve"> </w:t>
      </w:r>
    </w:p>
    <w:p w:rsidR="00010DA7" w:rsidRDefault="00010DA7" w:rsidP="00010DA7">
      <w:pPr>
        <w:spacing w:after="0"/>
        <w:jc w:val="both"/>
        <w:rPr>
          <w:rFonts w:cstheme="minorHAnsi"/>
        </w:rPr>
      </w:pPr>
    </w:p>
    <w:p w:rsidR="004C6C0B" w:rsidRPr="00010DA7" w:rsidRDefault="002605B3" w:rsidP="00010DA7">
      <w:pPr>
        <w:spacing w:after="0"/>
        <w:jc w:val="both"/>
        <w:rPr>
          <w:rFonts w:cstheme="minorHAnsi"/>
        </w:rPr>
      </w:pPr>
      <w:r w:rsidRPr="00010DA7">
        <w:rPr>
          <w:rFonts w:cstheme="minorHAnsi"/>
        </w:rPr>
        <w:t>Please be aware that all data is from a one-off research study rather than an in depth clinical assessment, and therefore cannot be used for diagnostic purposes.</w:t>
      </w:r>
    </w:p>
    <w:p w:rsidR="004C6C0B" w:rsidRDefault="004C6C0B" w:rsidP="004C6C0B">
      <w:pPr>
        <w:tabs>
          <w:tab w:val="left" w:pos="2340"/>
          <w:tab w:val="right" w:pos="10080"/>
        </w:tabs>
        <w:spacing w:after="0"/>
        <w:ind w:left="360"/>
      </w:pP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 w:rsidRPr="008A7757">
        <w:t>Name of Child.............................................................</w:t>
      </w:r>
      <w:r w:rsidR="002605B3">
        <w:t>Date of Birth</w:t>
      </w:r>
      <w:r w:rsidRPr="008A7757">
        <w:t>................................................</w:t>
      </w: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</w:p>
    <w:p w:rsidR="004C6C0B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 w:rsidRPr="008A7757">
        <w:t>Name of School...........................................................................................................................</w:t>
      </w:r>
    </w:p>
    <w:p w:rsidR="002605B3" w:rsidRDefault="002605B3" w:rsidP="00E947C4">
      <w:pPr>
        <w:tabs>
          <w:tab w:val="left" w:pos="2340"/>
          <w:tab w:val="right" w:pos="10080"/>
        </w:tabs>
        <w:spacing w:after="0" w:line="240" w:lineRule="auto"/>
        <w:ind w:left="357"/>
      </w:pPr>
    </w:p>
    <w:p w:rsidR="002605B3" w:rsidRPr="008A7757" w:rsidRDefault="002605B3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>
        <w:t>Name of Parent/Guardian………………………………………Relationship to child</w:t>
      </w:r>
      <w:r w:rsidRPr="008A7757">
        <w:t xml:space="preserve"> ………………………………….</w:t>
      </w: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 w:rsidRPr="008A7757">
        <w:t>Email:.…………………………………………………………………………………………............................................</w:t>
      </w: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 w:rsidRPr="008A7757">
        <w:t>Address: ………………………………………………………………………………………...........................................</w:t>
      </w:r>
    </w:p>
    <w:p w:rsidR="004C6C0B" w:rsidRPr="008A7757" w:rsidRDefault="004C6C0B" w:rsidP="00E947C4">
      <w:pPr>
        <w:tabs>
          <w:tab w:val="left" w:pos="2340"/>
          <w:tab w:val="right" w:pos="10080"/>
        </w:tabs>
        <w:spacing w:after="0" w:line="240" w:lineRule="auto"/>
        <w:ind w:left="357"/>
      </w:pPr>
    </w:p>
    <w:p w:rsidR="004C6C0B" w:rsidRDefault="004C6C0B" w:rsidP="00E947C4">
      <w:pPr>
        <w:tabs>
          <w:tab w:val="left" w:pos="2340"/>
          <w:tab w:val="right" w:pos="10080"/>
        </w:tabs>
        <w:spacing w:line="240" w:lineRule="auto"/>
        <w:ind w:left="357"/>
      </w:pPr>
      <w:bookmarkStart w:id="0" w:name="_GoBack"/>
      <w:bookmarkEnd w:id="0"/>
      <w:r w:rsidRPr="008A7757">
        <w:t>Telephone Number: ………………………………………………………………………………………........................</w:t>
      </w:r>
    </w:p>
    <w:p w:rsidR="002605B3" w:rsidRPr="008A7757" w:rsidRDefault="002605B3" w:rsidP="00E947C4">
      <w:pPr>
        <w:tabs>
          <w:tab w:val="left" w:pos="2340"/>
          <w:tab w:val="right" w:pos="10080"/>
        </w:tabs>
        <w:spacing w:after="0" w:line="240" w:lineRule="auto"/>
        <w:ind w:left="357"/>
      </w:pPr>
      <w:r w:rsidRPr="008A7757">
        <w:t>Signature of Parent</w:t>
      </w:r>
      <w:r>
        <w:t>/Guardian……………………………………………</w:t>
      </w:r>
      <w:r w:rsidRPr="008A7757">
        <w:t>...........</w:t>
      </w:r>
      <w:r>
        <w:t>Date</w:t>
      </w:r>
      <w:r w:rsidRPr="008A7757">
        <w:t>..........</w:t>
      </w:r>
      <w:r>
        <w:t>...........................</w:t>
      </w:r>
    </w:p>
    <w:sectPr w:rsidR="002605B3" w:rsidRPr="008A7757" w:rsidSect="005F2B1C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F0336"/>
    <w:multiLevelType w:val="hybridMultilevel"/>
    <w:tmpl w:val="CE10D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747AC"/>
    <w:multiLevelType w:val="hybridMultilevel"/>
    <w:tmpl w:val="90D0E0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7B5329"/>
    <w:multiLevelType w:val="hybridMultilevel"/>
    <w:tmpl w:val="41D855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28A"/>
    <w:rsid w:val="00010DA7"/>
    <w:rsid w:val="00047A04"/>
    <w:rsid w:val="00212122"/>
    <w:rsid w:val="002605B3"/>
    <w:rsid w:val="00366C7B"/>
    <w:rsid w:val="003A0C64"/>
    <w:rsid w:val="00414E06"/>
    <w:rsid w:val="00480491"/>
    <w:rsid w:val="004B5A35"/>
    <w:rsid w:val="004C6C0B"/>
    <w:rsid w:val="00543CC1"/>
    <w:rsid w:val="005F2B1C"/>
    <w:rsid w:val="00677D7F"/>
    <w:rsid w:val="00714A70"/>
    <w:rsid w:val="00774C9E"/>
    <w:rsid w:val="007B1B84"/>
    <w:rsid w:val="00886417"/>
    <w:rsid w:val="0092641B"/>
    <w:rsid w:val="00977367"/>
    <w:rsid w:val="009C3166"/>
    <w:rsid w:val="00A13816"/>
    <w:rsid w:val="00A930FD"/>
    <w:rsid w:val="00AA6AC8"/>
    <w:rsid w:val="00AF12E3"/>
    <w:rsid w:val="00BF5020"/>
    <w:rsid w:val="00C320BE"/>
    <w:rsid w:val="00C9140D"/>
    <w:rsid w:val="00DA65AB"/>
    <w:rsid w:val="00E947C4"/>
    <w:rsid w:val="00ED228A"/>
    <w:rsid w:val="00EE30DC"/>
    <w:rsid w:val="00F4104B"/>
    <w:rsid w:val="00FD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50406C-BDD9-4655-90FB-605214BA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320BE"/>
    <w:pPr>
      <w:spacing w:after="300" w:line="36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20BE"/>
    <w:rPr>
      <w:rFonts w:eastAsiaTheme="majorEastAsia" w:cstheme="majorBidi"/>
      <w:b/>
      <w:spacing w:val="5"/>
      <w:kern w:val="28"/>
      <w:sz w:val="28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A930FD"/>
    <w:pPr>
      <w:keepNext/>
      <w:keepLines/>
      <w:framePr w:wrap="around" w:vAnchor="text" w:hAnchor="text" w:y="1"/>
      <w:spacing w:after="0" w:line="360" w:lineRule="auto"/>
      <w:textboxTightWrap w:val="allLines"/>
    </w:pPr>
    <w:rPr>
      <w:bCs/>
      <w:szCs w:val="18"/>
    </w:rPr>
  </w:style>
  <w:style w:type="paragraph" w:styleId="ListParagraph">
    <w:name w:val="List Paragraph"/>
    <w:basedOn w:val="Normal"/>
    <w:uiPriority w:val="34"/>
    <w:qFormat/>
    <w:rsid w:val="00ED2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4EAA73A8.dotm</Template>
  <TotalTime>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ITSupport</dc:creator>
  <cp:lastModifiedBy>Victoria Knowland</cp:lastModifiedBy>
  <cp:revision>5</cp:revision>
  <dcterms:created xsi:type="dcterms:W3CDTF">2016-11-04T08:57:00Z</dcterms:created>
  <dcterms:modified xsi:type="dcterms:W3CDTF">2016-11-25T10:15:00Z</dcterms:modified>
</cp:coreProperties>
</file>