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440E8" w14:textId="77777777" w:rsidR="00F43FAE" w:rsidRPr="00D15A1D" w:rsidRDefault="00D15A1D" w:rsidP="00D15A1D">
      <w:pPr>
        <w:jc w:val="center"/>
        <w:rPr>
          <w:rFonts w:asciiTheme="minorHAnsi" w:hAnsiTheme="minorHAnsi"/>
          <w:b/>
          <w:sz w:val="24"/>
          <w:szCs w:val="24"/>
        </w:rPr>
      </w:pPr>
      <w:bookmarkStart w:id="0" w:name="_GoBack"/>
      <w:bookmarkEnd w:id="0"/>
      <w:r>
        <w:rPr>
          <w:rFonts w:asciiTheme="minorHAnsi" w:hAnsiTheme="minorHAnsi"/>
          <w:b/>
          <w:sz w:val="24"/>
          <w:szCs w:val="24"/>
        </w:rPr>
        <w:t xml:space="preserve">  </w:t>
      </w:r>
      <w:r w:rsidRPr="00D15A1D">
        <w:rPr>
          <w:noProof/>
          <w:lang w:eastAsia="en-GB"/>
        </w:rPr>
        <w:drawing>
          <wp:inline distT="0" distB="0" distL="0" distR="0" wp14:anchorId="54083DB0" wp14:editId="5B336E50">
            <wp:extent cx="1122218" cy="334091"/>
            <wp:effectExtent l="0" t="0" r="1905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813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15A1D">
        <w:rPr>
          <w:noProof/>
          <w:lang w:eastAsia="en-GB"/>
        </w:rPr>
        <w:drawing>
          <wp:inline distT="0" distB="0" distL="0" distR="0" wp14:anchorId="5F1BEA0C" wp14:editId="4CEEB948">
            <wp:extent cx="1114425" cy="5429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6AEE74" w14:textId="77777777" w:rsidR="00F43FAE" w:rsidRDefault="00F43FAE" w:rsidP="00F43FAE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504AC0D1" w14:textId="77777777" w:rsidR="00641507" w:rsidRDefault="00641507" w:rsidP="00F43FAE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5ED3E253" w14:textId="77777777" w:rsidR="00641507" w:rsidRDefault="00641507" w:rsidP="00641507">
      <w:pPr>
        <w:pStyle w:val="Heading4"/>
        <w:ind w:left="1080" w:firstLine="360"/>
        <w:jc w:val="center"/>
        <w:rPr>
          <w:rFonts w:ascii="Calibri" w:hAnsi="Calibri" w:cs="Arial"/>
          <w:sz w:val="24"/>
          <w:szCs w:val="24"/>
          <w:lang w:eastAsia="en-GB"/>
        </w:rPr>
      </w:pPr>
      <w:r w:rsidRPr="006F441B">
        <w:rPr>
          <w:rFonts w:ascii="Calibri" w:hAnsi="Calibri" w:cs="Arial"/>
          <w:sz w:val="24"/>
          <w:szCs w:val="24"/>
          <w:lang w:eastAsia="en-GB"/>
        </w:rPr>
        <w:t xml:space="preserve">Seeing </w:t>
      </w:r>
      <w:r w:rsidR="004343DE">
        <w:rPr>
          <w:rFonts w:ascii="Calibri" w:hAnsi="Calibri" w:cs="Arial"/>
          <w:sz w:val="24"/>
          <w:szCs w:val="24"/>
          <w:lang w:eastAsia="en-GB"/>
        </w:rPr>
        <w:t>W</w:t>
      </w:r>
      <w:r w:rsidRPr="006F441B">
        <w:rPr>
          <w:rFonts w:ascii="Calibri" w:hAnsi="Calibri" w:cs="Arial"/>
          <w:sz w:val="24"/>
          <w:szCs w:val="24"/>
          <w:lang w:eastAsia="en-GB"/>
        </w:rPr>
        <w:t xml:space="preserve">hat </w:t>
      </w:r>
      <w:r w:rsidR="004343DE">
        <w:rPr>
          <w:rFonts w:ascii="Calibri" w:hAnsi="Calibri" w:cs="Arial"/>
          <w:sz w:val="24"/>
          <w:szCs w:val="24"/>
          <w:lang w:eastAsia="en-GB"/>
        </w:rPr>
        <w:t>T</w:t>
      </w:r>
      <w:r w:rsidRPr="006F441B">
        <w:rPr>
          <w:rFonts w:ascii="Calibri" w:hAnsi="Calibri" w:cs="Arial"/>
          <w:sz w:val="24"/>
          <w:szCs w:val="24"/>
          <w:lang w:eastAsia="en-GB"/>
        </w:rPr>
        <w:t xml:space="preserve">hey </w:t>
      </w:r>
      <w:r>
        <w:rPr>
          <w:rFonts w:ascii="Calibri" w:hAnsi="Calibri" w:cs="Arial"/>
          <w:sz w:val="24"/>
          <w:szCs w:val="24"/>
          <w:lang w:eastAsia="en-GB"/>
        </w:rPr>
        <w:t>S</w:t>
      </w:r>
      <w:r w:rsidRPr="006F441B">
        <w:rPr>
          <w:rFonts w:ascii="Calibri" w:hAnsi="Calibri" w:cs="Arial"/>
          <w:sz w:val="24"/>
          <w:szCs w:val="24"/>
          <w:lang w:eastAsia="en-GB"/>
        </w:rPr>
        <w:t xml:space="preserve">ee: </w:t>
      </w:r>
    </w:p>
    <w:p w14:paraId="019E602D" w14:textId="77777777" w:rsidR="00D35AB5" w:rsidRDefault="00641507" w:rsidP="00641507">
      <w:pPr>
        <w:pStyle w:val="Heading4"/>
        <w:ind w:left="1080" w:firstLine="360"/>
        <w:jc w:val="center"/>
        <w:rPr>
          <w:rFonts w:ascii="Calibri" w:hAnsi="Calibri" w:cs="Arial"/>
          <w:sz w:val="24"/>
          <w:szCs w:val="24"/>
          <w:lang w:eastAsia="en-GB"/>
        </w:rPr>
      </w:pPr>
      <w:r>
        <w:rPr>
          <w:rFonts w:ascii="Calibri" w:hAnsi="Calibri" w:cs="Arial"/>
          <w:sz w:val="24"/>
          <w:szCs w:val="24"/>
          <w:lang w:eastAsia="en-GB"/>
        </w:rPr>
        <w:t>C</w:t>
      </w:r>
      <w:r w:rsidRPr="006F441B">
        <w:rPr>
          <w:rFonts w:ascii="Calibri" w:hAnsi="Calibri" w:cs="Arial"/>
          <w:sz w:val="24"/>
          <w:szCs w:val="24"/>
          <w:lang w:eastAsia="en-GB"/>
        </w:rPr>
        <w:t xml:space="preserve">ompensating for </w:t>
      </w:r>
      <w:r>
        <w:rPr>
          <w:rFonts w:ascii="Calibri" w:hAnsi="Calibri" w:cs="Arial"/>
          <w:sz w:val="24"/>
          <w:szCs w:val="24"/>
          <w:lang w:eastAsia="en-GB"/>
        </w:rPr>
        <w:t>C</w:t>
      </w:r>
      <w:r w:rsidRPr="006F441B">
        <w:rPr>
          <w:rFonts w:ascii="Calibri" w:hAnsi="Calibri" w:cs="Arial"/>
          <w:sz w:val="24"/>
          <w:szCs w:val="24"/>
          <w:lang w:eastAsia="en-GB"/>
        </w:rPr>
        <w:t xml:space="preserve">ortical </w:t>
      </w:r>
      <w:r>
        <w:rPr>
          <w:rFonts w:ascii="Calibri" w:hAnsi="Calibri" w:cs="Arial"/>
          <w:sz w:val="24"/>
          <w:szCs w:val="24"/>
          <w:lang w:eastAsia="en-GB"/>
        </w:rPr>
        <w:t>V</w:t>
      </w:r>
      <w:r w:rsidRPr="006F441B">
        <w:rPr>
          <w:rFonts w:ascii="Calibri" w:hAnsi="Calibri" w:cs="Arial"/>
          <w:sz w:val="24"/>
          <w:szCs w:val="24"/>
          <w:lang w:eastAsia="en-GB"/>
        </w:rPr>
        <w:t xml:space="preserve">isual </w:t>
      </w:r>
      <w:r>
        <w:rPr>
          <w:rFonts w:ascii="Calibri" w:hAnsi="Calibri" w:cs="Arial"/>
          <w:sz w:val="24"/>
          <w:szCs w:val="24"/>
          <w:lang w:eastAsia="en-GB"/>
        </w:rPr>
        <w:t>D</w:t>
      </w:r>
      <w:r w:rsidRPr="006F441B">
        <w:rPr>
          <w:rFonts w:ascii="Calibri" w:hAnsi="Calibri" w:cs="Arial"/>
          <w:sz w:val="24"/>
          <w:szCs w:val="24"/>
          <w:lang w:eastAsia="en-GB"/>
        </w:rPr>
        <w:t>ysfunction in Alzheimer's disease</w:t>
      </w:r>
    </w:p>
    <w:p w14:paraId="33DC3F8B" w14:textId="77777777" w:rsidR="00641507" w:rsidRDefault="00641507" w:rsidP="00641507">
      <w:pPr>
        <w:rPr>
          <w:lang w:eastAsia="en-GB"/>
        </w:rPr>
      </w:pPr>
    </w:p>
    <w:p w14:paraId="237E7CE2" w14:textId="77777777" w:rsidR="00641507" w:rsidRPr="00641507" w:rsidRDefault="00641507" w:rsidP="00641507">
      <w:pPr>
        <w:rPr>
          <w:lang w:eastAsia="en-GB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030"/>
        <w:gridCol w:w="3718"/>
        <w:gridCol w:w="240"/>
        <w:gridCol w:w="825"/>
        <w:gridCol w:w="247"/>
      </w:tblGrid>
      <w:tr w:rsidR="00D35AB5" w:rsidRPr="004913C3" w14:paraId="2B4D7765" w14:textId="77777777" w:rsidTr="00D35AB5">
        <w:tc>
          <w:tcPr>
            <w:tcW w:w="10060" w:type="dxa"/>
            <w:gridSpan w:val="5"/>
          </w:tcPr>
          <w:p w14:paraId="4689B0B9" w14:textId="77777777" w:rsidR="00D35AB5" w:rsidRPr="004913C3" w:rsidRDefault="00D35AB5" w:rsidP="00054356">
            <w:pPr>
              <w:pStyle w:val="Heading5"/>
              <w:spacing w:before="60" w:after="160"/>
              <w:ind w:left="0"/>
              <w:rPr>
                <w:rFonts w:ascii="Palatino Linotype" w:hAnsi="Palatino Linotype"/>
                <w:sz w:val="22"/>
                <w:szCs w:val="22"/>
              </w:rPr>
            </w:pPr>
            <w:r w:rsidRPr="004913C3">
              <w:rPr>
                <w:rFonts w:ascii="Palatino Linotype" w:hAnsi="Palatino Linotype"/>
                <w:sz w:val="22"/>
                <w:szCs w:val="22"/>
              </w:rPr>
              <w:t>The participant should complete the whole of this sheet</w:t>
            </w:r>
          </w:p>
        </w:tc>
      </w:tr>
      <w:tr w:rsidR="00D35AB5" w:rsidRPr="004913C3" w14:paraId="57F83E5C" w14:textId="77777777" w:rsidTr="00F43FAE">
        <w:tc>
          <w:tcPr>
            <w:tcW w:w="5030" w:type="dxa"/>
          </w:tcPr>
          <w:p w14:paraId="55EA391A" w14:textId="77777777" w:rsidR="00D35AB5" w:rsidRPr="004913C3" w:rsidRDefault="00D35AB5" w:rsidP="00D35AB5">
            <w:pPr>
              <w:pStyle w:val="Footer"/>
              <w:tabs>
                <w:tab w:val="clear" w:pos="4153"/>
                <w:tab w:val="clear" w:pos="8306"/>
              </w:tabs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5030" w:type="dxa"/>
            <w:gridSpan w:val="4"/>
          </w:tcPr>
          <w:p w14:paraId="159D8B5D" w14:textId="77777777" w:rsidR="00D35AB5" w:rsidRPr="004913C3" w:rsidRDefault="00D35AB5" w:rsidP="00D35AB5">
            <w:pP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                    </w:t>
            </w:r>
            <w:r w:rsidRPr="004913C3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Please tick the appropriate box</w:t>
            </w:r>
          </w:p>
        </w:tc>
      </w:tr>
      <w:tr w:rsidR="00F94DE0" w:rsidRPr="004913C3" w14:paraId="6192EE72" w14:textId="77777777" w:rsidTr="00FD646D">
        <w:tc>
          <w:tcPr>
            <w:tcW w:w="8748" w:type="dxa"/>
            <w:gridSpan w:val="2"/>
          </w:tcPr>
          <w:p w14:paraId="697D2583" w14:textId="77777777" w:rsidR="00F94DE0" w:rsidRPr="004913C3" w:rsidRDefault="00F94DE0" w:rsidP="00FD646D">
            <w:pPr>
              <w:pStyle w:val="Heading8"/>
              <w:ind w:left="0"/>
              <w:jc w:val="right"/>
              <w:rPr>
                <w:rFonts w:ascii="Palatino Linotype" w:hAnsi="Palatino Linotype"/>
                <w:sz w:val="22"/>
                <w:szCs w:val="22"/>
              </w:rPr>
            </w:pPr>
            <w:r w:rsidRPr="004913C3">
              <w:rPr>
                <w:rFonts w:ascii="Palatino Linotype" w:hAnsi="Palatino Linotype"/>
                <w:sz w:val="22"/>
                <w:szCs w:val="22"/>
              </w:rPr>
              <w:t>YES</w:t>
            </w:r>
          </w:p>
        </w:tc>
        <w:tc>
          <w:tcPr>
            <w:tcW w:w="240" w:type="dxa"/>
          </w:tcPr>
          <w:p w14:paraId="0115077B" w14:textId="77777777" w:rsidR="00F94DE0" w:rsidRPr="004913C3" w:rsidRDefault="00F94DE0" w:rsidP="00FD646D">
            <w:pPr>
              <w:pStyle w:val="Heading8"/>
              <w:ind w:left="0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825" w:type="dxa"/>
          </w:tcPr>
          <w:p w14:paraId="1ECCBAF3" w14:textId="77777777" w:rsidR="00F94DE0" w:rsidRPr="004913C3" w:rsidRDefault="00F94DE0" w:rsidP="00FD646D">
            <w:pPr>
              <w:pStyle w:val="Heading8"/>
              <w:ind w:left="0"/>
              <w:rPr>
                <w:rFonts w:ascii="Palatino Linotype" w:hAnsi="Palatino Linotype"/>
                <w:sz w:val="22"/>
                <w:szCs w:val="22"/>
              </w:rPr>
            </w:pPr>
            <w:r w:rsidRPr="004913C3">
              <w:rPr>
                <w:rFonts w:ascii="Palatino Linotype" w:hAnsi="Palatino Linotype"/>
                <w:sz w:val="22"/>
                <w:szCs w:val="22"/>
              </w:rPr>
              <w:t>NO</w:t>
            </w:r>
          </w:p>
        </w:tc>
        <w:tc>
          <w:tcPr>
            <w:tcW w:w="247" w:type="dxa"/>
          </w:tcPr>
          <w:p w14:paraId="2F2CB7C6" w14:textId="77777777" w:rsidR="00F94DE0" w:rsidRPr="004913C3" w:rsidRDefault="00F94DE0" w:rsidP="00FD646D">
            <w:pPr>
              <w:pStyle w:val="Heading8"/>
              <w:ind w:left="0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35AB5" w:rsidRPr="004913C3" w14:paraId="138C763F" w14:textId="77777777" w:rsidTr="00F43FAE">
        <w:trPr>
          <w:trHeight w:val="454"/>
        </w:trPr>
        <w:tc>
          <w:tcPr>
            <w:tcW w:w="10060" w:type="dxa"/>
            <w:gridSpan w:val="5"/>
          </w:tcPr>
          <w:p w14:paraId="5CD286DB" w14:textId="77777777" w:rsidR="00D35AB5" w:rsidRPr="00281151" w:rsidRDefault="00402AAF" w:rsidP="00D35AB5">
            <w:pPr>
              <w:pStyle w:val="NormalIndent"/>
              <w:spacing w:before="120"/>
              <w:ind w:left="0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noProof/>
                <w:sz w:val="22"/>
                <w:szCs w:val="22"/>
                <w:lang w:val="en-US"/>
              </w:rPr>
              <w:pict w14:anchorId="7D46E0B6">
                <v:rect id="_x0000_s1049" style="position:absolute;margin-left:452.4pt;margin-top:3.35pt;width:20.5pt;height:15.5pt;z-index:25166182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wrapcoords="-800 0 -800 20571 22400 20571 22400 0 -8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">
                  <w10:wrap type="through"/>
                </v:rect>
              </w:pict>
            </w:r>
            <w:r>
              <w:rPr>
                <w:rFonts w:ascii="Palatino Linotype" w:hAnsi="Palatino Linotype"/>
                <w:b/>
                <w:noProof/>
                <w:sz w:val="22"/>
                <w:szCs w:val="22"/>
                <w:lang w:eastAsia="en-GB"/>
              </w:rPr>
              <w:pict w14:anchorId="232792FD">
                <v:rect id="Rectangle 2" o:spid="_x0000_s1046" style="position:absolute;margin-left:410.4pt;margin-top:2.35pt;width:20.5pt;height:15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"/>
              </w:pict>
            </w:r>
            <w:r w:rsidR="00D35AB5" w:rsidRPr="00281151">
              <w:rPr>
                <w:rFonts w:ascii="Palatino Linotype" w:hAnsi="Palatino Linotype"/>
                <w:b/>
                <w:sz w:val="22"/>
                <w:szCs w:val="22"/>
              </w:rPr>
              <w:t>Have you read the Research Participant Information Sheet?</w:t>
            </w:r>
          </w:p>
        </w:tc>
      </w:tr>
      <w:tr w:rsidR="00D35AB5" w:rsidRPr="004913C3" w14:paraId="56064BDD" w14:textId="77777777" w:rsidTr="00F43FAE">
        <w:trPr>
          <w:trHeight w:val="454"/>
        </w:trPr>
        <w:tc>
          <w:tcPr>
            <w:tcW w:w="10060" w:type="dxa"/>
            <w:gridSpan w:val="5"/>
          </w:tcPr>
          <w:p w14:paraId="0EA11DF0" w14:textId="77777777" w:rsidR="00D35AB5" w:rsidRPr="00281151" w:rsidRDefault="00402AAF" w:rsidP="00D35AB5">
            <w:pPr>
              <w:pStyle w:val="NormalIndent"/>
              <w:spacing w:before="120"/>
              <w:ind w:left="0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noProof/>
                <w:sz w:val="22"/>
                <w:szCs w:val="22"/>
                <w:lang w:val="en-US"/>
              </w:rPr>
              <w:pict w14:anchorId="403ECAE7">
                <v:rect id="_x0000_s1050" style="position:absolute;margin-left:452.1pt;margin-top:3.35pt;width:20.5pt;height:15.5pt;z-index:25166284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wrapcoords="-800 0 -800 20571 22400 20571 22400 0 -8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">
                  <w10:wrap type="through"/>
                </v:rect>
              </w:pict>
            </w:r>
            <w:r>
              <w:rPr>
                <w:rFonts w:ascii="Palatino Linotype" w:hAnsi="Palatino Linotype"/>
                <w:b/>
                <w:noProof/>
                <w:sz w:val="22"/>
                <w:szCs w:val="22"/>
                <w:lang w:eastAsia="en-GB"/>
              </w:rPr>
              <w:pict w14:anchorId="43FAD556">
                <v:rect id="Rectangle 4" o:spid="_x0000_s1045" style="position:absolute;margin-left:410.5pt;margin-top:3.35pt;width:20.5pt;height:1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"/>
              </w:pict>
            </w:r>
            <w:r w:rsidR="00D35AB5" w:rsidRPr="00281151">
              <w:rPr>
                <w:rFonts w:ascii="Palatino Linotype" w:hAnsi="Palatino Linotype"/>
                <w:b/>
                <w:sz w:val="22"/>
                <w:szCs w:val="22"/>
              </w:rPr>
              <w:t>Have you had an opportunity to ask questions and discuss this study?</w:t>
            </w:r>
            <w:r w:rsidR="00D35AB5" w:rsidRPr="00281151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D35AB5" w:rsidRPr="004913C3" w14:paraId="75853A08" w14:textId="77777777" w:rsidTr="00F43FAE">
        <w:trPr>
          <w:trHeight w:val="454"/>
        </w:trPr>
        <w:tc>
          <w:tcPr>
            <w:tcW w:w="10060" w:type="dxa"/>
            <w:gridSpan w:val="5"/>
          </w:tcPr>
          <w:p w14:paraId="4A9948A8" w14:textId="77777777" w:rsidR="00D35AB5" w:rsidRPr="00281151" w:rsidRDefault="00402AAF" w:rsidP="00D35AB5">
            <w:pPr>
              <w:pStyle w:val="NormalIndent"/>
              <w:spacing w:before="120"/>
              <w:ind w:left="0"/>
              <w:rPr>
                <w:rFonts w:ascii="Palatino Linotype" w:hAnsi="Palatino Linotype"/>
                <w:b/>
                <w:bCs/>
                <w:noProof/>
                <w:sz w:val="22"/>
                <w:lang w:val="en-US"/>
              </w:rPr>
            </w:pPr>
            <w:r>
              <w:rPr>
                <w:rFonts w:ascii="Palatino Linotype" w:hAnsi="Palatino Linotype"/>
                <w:b/>
                <w:bCs/>
                <w:noProof/>
                <w:sz w:val="22"/>
                <w:lang w:val="en-US"/>
              </w:rPr>
              <w:pict w14:anchorId="08D720C8">
                <v:rect id="_x0000_s1051" style="position:absolute;margin-left:451.6pt;margin-top:4.25pt;width:20.5pt;height:15.5pt;z-index:25166387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wrapcoords="-800 0 -800 20571 22400 20571 22400 0 -8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">
                  <w10:wrap type="through"/>
                </v:rect>
              </w:pict>
            </w:r>
            <w:r>
              <w:rPr>
                <w:rFonts w:ascii="Palatino Linotype" w:hAnsi="Palatino Linotype"/>
                <w:b/>
                <w:bCs/>
                <w:noProof/>
                <w:sz w:val="22"/>
                <w:lang w:eastAsia="en-GB"/>
              </w:rPr>
              <w:pict w14:anchorId="401158A5">
                <v:rect id="Rectangle 6" o:spid="_x0000_s1044" style="position:absolute;margin-left:410.4pt;margin-top:3.25pt;width:20.5pt;height:15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"/>
              </w:pict>
            </w:r>
            <w:r w:rsidR="00D35AB5" w:rsidRPr="00281151">
              <w:rPr>
                <w:rFonts w:ascii="Palatino Linotype" w:hAnsi="Palatino Linotype"/>
                <w:b/>
                <w:bCs/>
                <w:sz w:val="22"/>
              </w:rPr>
              <w:t>Have you received satisfactory answers to all your questions?</w:t>
            </w:r>
          </w:p>
        </w:tc>
      </w:tr>
      <w:tr w:rsidR="00D35AB5" w:rsidRPr="004913C3" w14:paraId="715D9EBF" w14:textId="77777777" w:rsidTr="00F94DE0">
        <w:trPr>
          <w:trHeight w:val="454"/>
        </w:trPr>
        <w:tc>
          <w:tcPr>
            <w:tcW w:w="10060" w:type="dxa"/>
            <w:gridSpan w:val="5"/>
            <w:vAlign w:val="center"/>
          </w:tcPr>
          <w:p w14:paraId="13103F6B" w14:textId="77777777" w:rsidR="00D35AB5" w:rsidRPr="005765C9" w:rsidRDefault="00D35AB5" w:rsidP="00F94DE0">
            <w:pPr>
              <w:pStyle w:val="NormalIndent"/>
              <w:ind w:left="0"/>
              <w:rPr>
                <w:rFonts w:ascii="Palatino Linotype" w:hAnsi="Palatino Linotype"/>
                <w:b/>
                <w:bCs/>
                <w:sz w:val="22"/>
              </w:rPr>
            </w:pPr>
            <w:r w:rsidRPr="005765C9">
              <w:rPr>
                <w:rFonts w:ascii="Palatino Linotype" w:hAnsi="Palatino Linotype"/>
                <w:b/>
                <w:bCs/>
                <w:sz w:val="22"/>
              </w:rPr>
              <w:t>Who have you spoken to?</w:t>
            </w:r>
            <w:r w:rsidR="00641507">
              <w:rPr>
                <w:rFonts w:ascii="Palatino Linotype" w:hAnsi="Palatino Linotype"/>
                <w:b/>
                <w:bCs/>
                <w:sz w:val="22"/>
              </w:rPr>
              <w:t xml:space="preserve"> ___________________________________________</w:t>
            </w:r>
          </w:p>
        </w:tc>
      </w:tr>
      <w:tr w:rsidR="00D35AB5" w:rsidRPr="004913C3" w14:paraId="197D1E76" w14:textId="77777777" w:rsidTr="00F43FAE">
        <w:trPr>
          <w:trHeight w:val="624"/>
        </w:trPr>
        <w:tc>
          <w:tcPr>
            <w:tcW w:w="10060" w:type="dxa"/>
            <w:gridSpan w:val="5"/>
          </w:tcPr>
          <w:p w14:paraId="2F9FEC0A" w14:textId="77777777" w:rsidR="00D35AB5" w:rsidRDefault="00402AAF" w:rsidP="00D35AB5">
            <w:pPr>
              <w:pStyle w:val="NormalIndent"/>
              <w:ind w:left="0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noProof/>
                <w:sz w:val="22"/>
                <w:lang w:eastAsia="en-GB"/>
              </w:rPr>
              <w:pict w14:anchorId="7482906C">
                <v:rect id="Rectangle 8" o:spid="_x0000_s1043" style="position:absolute;margin-left:410.4pt;margin-top:9pt;width:20.5pt;height:15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"/>
              </w:pict>
            </w:r>
            <w:r w:rsidR="00D35AB5" w:rsidRPr="005765C9">
              <w:rPr>
                <w:rFonts w:ascii="Palatino Linotype" w:hAnsi="Palatino Linotype"/>
                <w:b/>
                <w:bCs/>
                <w:sz w:val="22"/>
              </w:rPr>
              <w:t xml:space="preserve">Do you understand that you will not be referred to by name </w:t>
            </w:r>
            <w:r w:rsidR="00D35AB5" w:rsidRPr="005765C9">
              <w:rPr>
                <w:rFonts w:ascii="Palatino Linotype" w:hAnsi="Palatino Linotype"/>
                <w:b/>
                <w:bCs/>
                <w:sz w:val="22"/>
                <w:szCs w:val="22"/>
              </w:rPr>
              <w:t>in any report</w:t>
            </w:r>
          </w:p>
          <w:p w14:paraId="252F0FC7" w14:textId="77777777" w:rsidR="00D35AB5" w:rsidRPr="004913C3" w:rsidRDefault="00402AAF" w:rsidP="00D35AB5">
            <w:pPr>
              <w:pStyle w:val="NormalIndent"/>
              <w:ind w:left="0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noProof/>
                <w:sz w:val="22"/>
                <w:lang w:val="en-US"/>
              </w:rPr>
              <w:pict w14:anchorId="4FEB814F">
                <v:rect id="_x0000_s1052" style="position:absolute;margin-left:451.2pt;margin-top:-5.85pt;width:20.5pt;height:15.5pt;z-index:25166489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wrapcoords="-800 0 -800 20571 22400 20571 22400 0 -8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">
                  <w10:wrap type="through"/>
                </v:rect>
              </w:pict>
            </w:r>
            <w:r w:rsidR="00D35AB5" w:rsidRPr="005765C9">
              <w:rPr>
                <w:rFonts w:ascii="Palatino Linotype" w:hAnsi="Palatino Linotype"/>
                <w:b/>
                <w:bCs/>
                <w:sz w:val="22"/>
                <w:szCs w:val="22"/>
              </w:rPr>
              <w:t>concerning the study?</w:t>
            </w:r>
          </w:p>
        </w:tc>
      </w:tr>
      <w:tr w:rsidR="00D35AB5" w:rsidRPr="004913C3" w14:paraId="3CF25F8E" w14:textId="77777777" w:rsidTr="00F43FAE">
        <w:trPr>
          <w:trHeight w:val="454"/>
        </w:trPr>
        <w:tc>
          <w:tcPr>
            <w:tcW w:w="10060" w:type="dxa"/>
            <w:gridSpan w:val="5"/>
          </w:tcPr>
          <w:p w14:paraId="70064E2F" w14:textId="77777777" w:rsidR="00D35AB5" w:rsidRPr="004913C3" w:rsidRDefault="00D35AB5" w:rsidP="00D35AB5">
            <w:pPr>
              <w:pStyle w:val="Bullet"/>
              <w:spacing w:before="160" w:after="0"/>
              <w:rPr>
                <w:rFonts w:ascii="Palatino Linotype" w:hAnsi="Palatino Linotype"/>
                <w:sz w:val="22"/>
                <w:szCs w:val="22"/>
              </w:rPr>
            </w:pPr>
            <w:r w:rsidRPr="004913C3">
              <w:rPr>
                <w:rFonts w:ascii="Palatino Linotype" w:hAnsi="Palatino Linotype"/>
                <w:sz w:val="22"/>
                <w:szCs w:val="22"/>
              </w:rPr>
              <w:t>Do you understand that you are free to withdraw from the study:</w:t>
            </w:r>
          </w:p>
        </w:tc>
      </w:tr>
      <w:tr w:rsidR="00D35AB5" w:rsidRPr="004913C3" w14:paraId="3099D523" w14:textId="77777777" w:rsidTr="00D35AB5">
        <w:trPr>
          <w:trHeight w:val="446"/>
        </w:trPr>
        <w:tc>
          <w:tcPr>
            <w:tcW w:w="10060" w:type="dxa"/>
            <w:gridSpan w:val="5"/>
          </w:tcPr>
          <w:p w14:paraId="39489571" w14:textId="77777777" w:rsidR="00D35AB5" w:rsidRPr="005765C9" w:rsidRDefault="00402AAF" w:rsidP="00726EF1">
            <w:pPr>
              <w:pStyle w:val="NormalIndent"/>
              <w:numPr>
                <w:ilvl w:val="0"/>
                <w:numId w:val="4"/>
              </w:numPr>
              <w:spacing w:before="120"/>
              <w:ind w:left="1077" w:hanging="357"/>
              <w:rPr>
                <w:rFonts w:ascii="Palatino Linotype" w:hAnsi="Palatino Linotype"/>
                <w:b/>
                <w:bCs/>
                <w:sz w:val="22"/>
              </w:rPr>
            </w:pPr>
            <w:r>
              <w:rPr>
                <w:rFonts w:ascii="Palatino Linotype" w:hAnsi="Palatino Linotype"/>
                <w:b/>
                <w:bCs/>
                <w:noProof/>
                <w:sz w:val="22"/>
                <w:lang w:val="en-US"/>
              </w:rPr>
              <w:pict w14:anchorId="18CC9A21">
                <v:rect id="_x0000_s1053" style="position:absolute;left:0;text-align:left;margin-left:452.2pt;margin-top:4pt;width:20.5pt;height:15.5pt;z-index:25166592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wrapcoords="-800 0 -800 20571 22400 20571 22400 0 -8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">
                  <w10:wrap type="through"/>
                </v:rect>
              </w:pict>
            </w:r>
            <w:r>
              <w:rPr>
                <w:rFonts w:ascii="Palatino Linotype" w:hAnsi="Palatino Linotype"/>
                <w:b/>
                <w:bCs/>
                <w:noProof/>
                <w:sz w:val="22"/>
                <w:lang w:eastAsia="en-GB"/>
              </w:rPr>
              <w:pict w14:anchorId="7C41A313">
                <v:rect id="Rectangle 16" o:spid="_x0000_s1042" style="position:absolute;left:0;text-align:left;margin-left:410.4pt;margin-top:4.6pt;width:20.5pt;height:1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"/>
              </w:pict>
            </w:r>
            <w:r w:rsidR="00D35AB5" w:rsidRPr="005765C9">
              <w:rPr>
                <w:rFonts w:ascii="Palatino Linotype" w:hAnsi="Palatino Linotype"/>
                <w:b/>
                <w:bCs/>
                <w:sz w:val="22"/>
              </w:rPr>
              <w:t>at any time</w:t>
            </w:r>
            <w:r w:rsidR="00F94DE0">
              <w:rPr>
                <w:rFonts w:ascii="Palatino Linotype" w:hAnsi="Palatino Linotype"/>
                <w:b/>
                <w:bCs/>
                <w:sz w:val="22"/>
              </w:rPr>
              <w:t>?</w:t>
            </w:r>
          </w:p>
        </w:tc>
      </w:tr>
      <w:tr w:rsidR="00D35AB5" w:rsidRPr="004913C3" w14:paraId="4345F12D" w14:textId="77777777" w:rsidTr="00F43FAE">
        <w:trPr>
          <w:trHeight w:val="454"/>
        </w:trPr>
        <w:tc>
          <w:tcPr>
            <w:tcW w:w="10060" w:type="dxa"/>
            <w:gridSpan w:val="5"/>
          </w:tcPr>
          <w:p w14:paraId="18926553" w14:textId="77777777" w:rsidR="00D35AB5" w:rsidRPr="005765C9" w:rsidRDefault="00402AAF" w:rsidP="00726EF1">
            <w:pPr>
              <w:pStyle w:val="NormalIndent"/>
              <w:numPr>
                <w:ilvl w:val="0"/>
                <w:numId w:val="4"/>
              </w:numPr>
              <w:spacing w:before="120"/>
              <w:ind w:left="1077" w:hanging="357"/>
              <w:rPr>
                <w:rFonts w:ascii="Palatino Linotype" w:hAnsi="Palatino Linotype"/>
                <w:b/>
                <w:bCs/>
                <w:sz w:val="22"/>
              </w:rPr>
            </w:pPr>
            <w:r>
              <w:rPr>
                <w:rFonts w:ascii="Palatino Linotype" w:hAnsi="Palatino Linotype"/>
                <w:b/>
                <w:bCs/>
                <w:noProof/>
                <w:sz w:val="22"/>
                <w:lang w:val="en-US"/>
              </w:rPr>
              <w:pict w14:anchorId="7D1A0DDA">
                <v:rect id="_x0000_s1054" style="position:absolute;left:0;text-align:left;margin-left:452.6pt;margin-top:3pt;width:20.5pt;height:15.5pt;z-index:25166694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wrapcoords="-800 0 -800 20571 22400 20571 22400 0 -8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">
                  <w10:wrap type="through"/>
                </v:rect>
              </w:pict>
            </w:r>
            <w:r>
              <w:rPr>
                <w:rFonts w:ascii="Palatino Linotype" w:hAnsi="Palatino Linotype"/>
                <w:b/>
                <w:bCs/>
                <w:noProof/>
                <w:sz w:val="22"/>
                <w:lang w:eastAsia="en-GB"/>
              </w:rPr>
              <w:pict w14:anchorId="6B92716F">
                <v:rect id="Rectangle 17" o:spid="_x0000_s1041" style="position:absolute;left:0;text-align:left;margin-left:410.4pt;margin-top:4.2pt;width:20.5pt;height:1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"/>
              </w:pict>
            </w:r>
            <w:r w:rsidR="00D35AB5" w:rsidRPr="005765C9">
              <w:rPr>
                <w:rFonts w:ascii="Palatino Linotype" w:hAnsi="Palatino Linotype"/>
                <w:b/>
                <w:bCs/>
                <w:sz w:val="22"/>
              </w:rPr>
              <w:t>without having to give a reason for withdrawing?</w:t>
            </w:r>
          </w:p>
        </w:tc>
      </w:tr>
      <w:tr w:rsidR="00D35AB5" w:rsidRPr="004913C3" w14:paraId="1D8DF4A1" w14:textId="77777777" w:rsidTr="00D35AB5">
        <w:trPr>
          <w:trHeight w:val="538"/>
        </w:trPr>
        <w:tc>
          <w:tcPr>
            <w:tcW w:w="10060" w:type="dxa"/>
            <w:gridSpan w:val="5"/>
          </w:tcPr>
          <w:p w14:paraId="6D4224E2" w14:textId="77777777" w:rsidR="00D35AB5" w:rsidRPr="005765C9" w:rsidRDefault="00D35AB5" w:rsidP="00D35AB5">
            <w:pPr>
              <w:pStyle w:val="NormalIndent"/>
              <w:ind w:left="1080"/>
              <w:rPr>
                <w:rFonts w:ascii="Palatino Linotype" w:hAnsi="Palatino Linotype"/>
                <w:b/>
                <w:bCs/>
                <w:sz w:val="22"/>
              </w:rPr>
            </w:pPr>
          </w:p>
        </w:tc>
      </w:tr>
      <w:tr w:rsidR="00D35AB5" w:rsidRPr="008A4DB5" w14:paraId="7EE9F477" w14:textId="77777777" w:rsidTr="00F43FAE">
        <w:trPr>
          <w:trHeight w:val="454"/>
        </w:trPr>
        <w:tc>
          <w:tcPr>
            <w:tcW w:w="10060" w:type="dxa"/>
            <w:gridSpan w:val="5"/>
          </w:tcPr>
          <w:p w14:paraId="69EE8825" w14:textId="77777777" w:rsidR="00D35AB5" w:rsidRPr="005765C9" w:rsidRDefault="00402AAF" w:rsidP="00D35AB5">
            <w:pPr>
              <w:pStyle w:val="NormalIndent"/>
              <w:spacing w:before="120"/>
              <w:ind w:left="0"/>
              <w:rPr>
                <w:rFonts w:ascii="Palatino Linotype" w:hAnsi="Palatino Linotype"/>
                <w:b/>
                <w:bCs/>
                <w:sz w:val="22"/>
              </w:rPr>
            </w:pPr>
            <w:r>
              <w:rPr>
                <w:rFonts w:ascii="Palatino Linotype" w:hAnsi="Palatino Linotype"/>
                <w:b/>
                <w:bCs/>
                <w:noProof/>
                <w:sz w:val="22"/>
                <w:lang w:val="en-US"/>
              </w:rPr>
              <w:pict w14:anchorId="6C16984C">
                <v:rect id="_x0000_s1055" style="position:absolute;margin-left:450.2pt;margin-top:3.35pt;width:20.5pt;height:15.5pt;z-index:25166796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wrapcoords="-800 0 -800 20571 22400 20571 22400 0 -8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">
                  <w10:wrap type="through"/>
                </v:rect>
              </w:pict>
            </w:r>
            <w:r>
              <w:rPr>
                <w:rFonts w:ascii="Palatino Linotype" w:hAnsi="Palatino Linotype"/>
                <w:b/>
                <w:bCs/>
                <w:noProof/>
                <w:sz w:val="22"/>
                <w:lang w:eastAsia="en-GB"/>
              </w:rPr>
              <w:pict w14:anchorId="39DD87E2">
                <v:rect id="Rectangle 19" o:spid="_x0000_s1040" style="position:absolute;margin-left:410.4pt;margin-top:3.3pt;width:20.5pt;height:15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"/>
              </w:pict>
            </w:r>
            <w:r w:rsidR="00D35AB5" w:rsidRPr="005765C9">
              <w:rPr>
                <w:rFonts w:ascii="Palatino Linotype" w:hAnsi="Palatino Linotype"/>
                <w:b/>
                <w:bCs/>
                <w:sz w:val="22"/>
              </w:rPr>
              <w:t>I agree to my interview being recorded</w:t>
            </w:r>
            <w:r w:rsidR="00D35AB5">
              <w:rPr>
                <w:rFonts w:ascii="Palatino Linotype" w:hAnsi="Palatino Linotype"/>
                <w:b/>
                <w:bCs/>
                <w:sz w:val="22"/>
              </w:rPr>
              <w:t>.</w:t>
            </w:r>
          </w:p>
        </w:tc>
      </w:tr>
      <w:tr w:rsidR="00D35AB5" w:rsidRPr="004913C3" w14:paraId="48613800" w14:textId="77777777" w:rsidTr="00D35AB5">
        <w:trPr>
          <w:trHeight w:val="395"/>
        </w:trPr>
        <w:tc>
          <w:tcPr>
            <w:tcW w:w="10060" w:type="dxa"/>
            <w:gridSpan w:val="5"/>
          </w:tcPr>
          <w:p w14:paraId="70547130" w14:textId="77777777" w:rsidR="00D35AB5" w:rsidRDefault="00402AAF" w:rsidP="00D35AB5">
            <w:pPr>
              <w:pStyle w:val="NormalIndent"/>
              <w:ind w:left="0"/>
              <w:rPr>
                <w:rFonts w:ascii="Palatino Linotype" w:hAnsi="Palatino Linotype"/>
                <w:b/>
                <w:bCs/>
                <w:sz w:val="22"/>
              </w:rPr>
            </w:pPr>
            <w:r>
              <w:rPr>
                <w:rFonts w:ascii="Palatino Linotype" w:hAnsi="Palatino Linotype"/>
                <w:b/>
                <w:noProof/>
                <w:sz w:val="22"/>
                <w:szCs w:val="22"/>
                <w:lang w:eastAsia="en-GB"/>
              </w:rPr>
              <w:pict w14:anchorId="02B2AEB7">
                <v:rect id="Rectangle 12" o:spid="_x0000_s1039" style="position:absolute;margin-left:410.5pt;margin-top:9.25pt;width:20.5pt;height:1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"/>
              </w:pict>
            </w:r>
            <w:r w:rsidR="00D35AB5" w:rsidRPr="005765C9">
              <w:rPr>
                <w:rFonts w:ascii="Palatino Linotype" w:hAnsi="Palatino Linotype"/>
                <w:b/>
                <w:bCs/>
                <w:sz w:val="22"/>
              </w:rPr>
              <w:t>I agree to the use of non-attributable direct quotes when</w:t>
            </w:r>
          </w:p>
          <w:p w14:paraId="7287374B" w14:textId="77777777" w:rsidR="00D35AB5" w:rsidRPr="005765C9" w:rsidRDefault="00402AAF" w:rsidP="00D35AB5">
            <w:pPr>
              <w:pStyle w:val="NormalIndent"/>
              <w:ind w:left="0"/>
              <w:rPr>
                <w:rFonts w:ascii="Palatino Linotype" w:hAnsi="Palatino Linotype"/>
                <w:b/>
                <w:bCs/>
                <w:noProof/>
                <w:sz w:val="22"/>
                <w:lang w:eastAsia="en-GB"/>
              </w:rPr>
            </w:pPr>
            <w:r>
              <w:rPr>
                <w:rFonts w:ascii="Palatino Linotype" w:hAnsi="Palatino Linotype"/>
                <w:b/>
                <w:noProof/>
                <w:sz w:val="22"/>
                <w:szCs w:val="22"/>
                <w:lang w:val="en-US"/>
              </w:rPr>
              <w:pict w14:anchorId="1BE54C25">
                <v:rect id="_x0000_s1056" style="position:absolute;margin-left:450.6pt;margin-top:-7.85pt;width:20.5pt;height:15.5pt;z-index:25166899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wrapcoords="-800 0 -800 20571 22400 20571 22400 0 -8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">
                  <w10:wrap type="through"/>
                </v:rect>
              </w:pict>
            </w:r>
            <w:r w:rsidR="00D35AB5" w:rsidRPr="005765C9">
              <w:rPr>
                <w:rFonts w:ascii="Palatino Linotype" w:hAnsi="Palatino Linotype"/>
                <w:b/>
                <w:bCs/>
                <w:sz w:val="22"/>
              </w:rPr>
              <w:t xml:space="preserve"> the study is written up or published.</w:t>
            </w:r>
          </w:p>
        </w:tc>
      </w:tr>
      <w:tr w:rsidR="00D35AB5" w:rsidRPr="004913C3" w14:paraId="38002AB2" w14:textId="77777777" w:rsidTr="00F43FAE">
        <w:trPr>
          <w:trHeight w:val="454"/>
        </w:trPr>
        <w:tc>
          <w:tcPr>
            <w:tcW w:w="10060" w:type="dxa"/>
            <w:gridSpan w:val="5"/>
            <w:tcBorders>
              <w:bottom w:val="single" w:sz="4" w:space="0" w:color="auto"/>
            </w:tcBorders>
          </w:tcPr>
          <w:p w14:paraId="54AE264D" w14:textId="77777777" w:rsidR="00D35AB5" w:rsidRPr="008A4DB5" w:rsidRDefault="00402AAF" w:rsidP="00D35AB5">
            <w:pPr>
              <w:pStyle w:val="NormalIndent"/>
              <w:spacing w:before="120"/>
              <w:ind w:left="0"/>
              <w:rPr>
                <w:rFonts w:ascii="Palatino Linotype" w:hAnsi="Palatino Linotype"/>
                <w:b/>
                <w:bCs/>
                <w:sz w:val="22"/>
              </w:rPr>
            </w:pPr>
            <w:r>
              <w:rPr>
                <w:rFonts w:ascii="Palatino Linotype" w:hAnsi="Palatino Linotype"/>
                <w:b/>
                <w:noProof/>
                <w:sz w:val="22"/>
                <w:szCs w:val="22"/>
                <w:lang w:val="en-US"/>
              </w:rPr>
              <w:pict w14:anchorId="46A6DA9F">
                <v:rect id="_x0000_s1057" style="position:absolute;margin-left:451pt;margin-top:2pt;width:20.5pt;height:15.5pt;z-index:25167001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wrapcoords="-800 0 -800 20571 22400 20571 22400 0 -8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">
                  <w10:wrap type="through"/>
                </v:rect>
              </w:pict>
            </w:r>
            <w:r>
              <w:rPr>
                <w:rFonts w:ascii="Palatino Linotype" w:hAnsi="Palatino Linotype"/>
                <w:b/>
                <w:noProof/>
                <w:sz w:val="22"/>
                <w:szCs w:val="22"/>
                <w:lang w:eastAsia="en-GB"/>
              </w:rPr>
              <w:pict w14:anchorId="0A1DD291">
                <v:rect id="Rectangle 14" o:spid="_x0000_s1038" style="position:absolute;margin-left:410.5pt;margin-top:1.9pt;width:20.5pt;height:1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"/>
              </w:pict>
            </w:r>
            <w:r w:rsidR="00D35AB5" w:rsidRPr="008A4DB5">
              <w:rPr>
                <w:rFonts w:ascii="Palatino Linotype" w:hAnsi="Palatino Linotype"/>
                <w:b/>
                <w:bCs/>
                <w:sz w:val="22"/>
              </w:rPr>
              <w:t>Do you agree to take part in this study?</w:t>
            </w:r>
          </w:p>
        </w:tc>
      </w:tr>
      <w:tr w:rsidR="00D35AB5" w:rsidRPr="004913C3" w14:paraId="40D0ED93" w14:textId="77777777" w:rsidTr="00D35AB5">
        <w:trPr>
          <w:trHeight w:val="558"/>
        </w:trPr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972B684" w14:textId="77777777" w:rsidR="00D35AB5" w:rsidRPr="004913C3" w:rsidRDefault="00D35AB5" w:rsidP="00D35AB5">
            <w:pPr>
              <w:pStyle w:val="Heading2"/>
            </w:pPr>
            <w:r w:rsidRPr="004913C3">
              <w:t xml:space="preserve">Signature of Research Participant: </w:t>
            </w:r>
          </w:p>
        </w:tc>
      </w:tr>
      <w:tr w:rsidR="00D35AB5" w:rsidRPr="004913C3" w14:paraId="18DD7D33" w14:textId="77777777" w:rsidTr="00D35AB5"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A36F18D" w14:textId="77777777" w:rsidR="00D35AB5" w:rsidRPr="004913C3" w:rsidRDefault="00D35AB5" w:rsidP="00D35AB5">
            <w:pPr>
              <w:pStyle w:val="Bullet"/>
              <w:spacing w:before="160" w:after="0"/>
              <w:rPr>
                <w:rFonts w:ascii="Palatino Linotype" w:hAnsi="Palatino Linotype"/>
                <w:sz w:val="22"/>
                <w:szCs w:val="22"/>
              </w:rPr>
            </w:pPr>
            <w:r w:rsidRPr="004913C3">
              <w:rPr>
                <w:rFonts w:ascii="Palatino Linotype" w:hAnsi="Palatino Linotype"/>
                <w:sz w:val="22"/>
                <w:szCs w:val="22"/>
              </w:rPr>
              <w:t>Date:</w:t>
            </w:r>
          </w:p>
        </w:tc>
      </w:tr>
      <w:tr w:rsidR="00D35AB5" w:rsidRPr="004913C3" w14:paraId="4746374A" w14:textId="77777777" w:rsidTr="00D35AB5"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418D23E" w14:textId="77777777" w:rsidR="00D35AB5" w:rsidRPr="004913C3" w:rsidRDefault="00D35AB5" w:rsidP="00D35AB5">
            <w:pPr>
              <w:spacing w:before="160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913C3">
              <w:rPr>
                <w:rFonts w:ascii="Palatino Linotype" w:hAnsi="Palatino Linotype"/>
                <w:b/>
                <w:sz w:val="22"/>
                <w:szCs w:val="22"/>
              </w:rPr>
              <w:t>Name in capitals:</w:t>
            </w:r>
          </w:p>
        </w:tc>
      </w:tr>
      <w:tr w:rsidR="00D35AB5" w:rsidRPr="004913C3" w14:paraId="57D4D741" w14:textId="77777777" w:rsidTr="00F43FAE">
        <w:trPr>
          <w:trHeight w:val="113"/>
        </w:trPr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BC3F682" w14:textId="77777777" w:rsidR="00D35AB5" w:rsidRPr="004913C3" w:rsidRDefault="00D35AB5" w:rsidP="00D35AB5">
            <w:pPr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D35AB5" w:rsidRPr="004913C3" w14:paraId="51973B27" w14:textId="77777777" w:rsidTr="00D35AB5">
        <w:trPr>
          <w:trHeight w:val="550"/>
        </w:trPr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B52C689" w14:textId="77777777" w:rsidR="00D35AB5" w:rsidRPr="004913C3" w:rsidRDefault="00D35AB5" w:rsidP="00D35AB5">
            <w:pPr>
              <w:rPr>
                <w:rFonts w:ascii="Palatino Linotype" w:hAnsi="Palatino Linotype"/>
                <w:b/>
                <w:sz w:val="22"/>
                <w:szCs w:val="22"/>
                <w:u w:val="single"/>
              </w:rPr>
            </w:pPr>
            <w:r w:rsidRPr="004913C3">
              <w:rPr>
                <w:rFonts w:ascii="Palatino Linotype" w:hAnsi="Palatino Linotype"/>
                <w:b/>
                <w:sz w:val="22"/>
                <w:szCs w:val="22"/>
                <w:u w:val="single"/>
              </w:rPr>
              <w:t>Witness statement</w:t>
            </w:r>
          </w:p>
        </w:tc>
      </w:tr>
      <w:tr w:rsidR="00D35AB5" w:rsidRPr="004913C3" w14:paraId="73B54E34" w14:textId="77777777" w:rsidTr="00D35AB5">
        <w:trPr>
          <w:trHeight w:val="435"/>
        </w:trPr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1C528A7" w14:textId="77777777" w:rsidR="00D35AB5" w:rsidRPr="004913C3" w:rsidRDefault="00D35AB5" w:rsidP="00D35AB5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 w:rsidRPr="004913C3">
              <w:rPr>
                <w:rFonts w:ascii="Palatino Linotype" w:hAnsi="Palatino Linotype"/>
                <w:b/>
                <w:sz w:val="22"/>
                <w:szCs w:val="22"/>
              </w:rPr>
              <w:t>I am satisfied that the above-named has given informed consent.</w:t>
            </w:r>
          </w:p>
        </w:tc>
      </w:tr>
      <w:tr w:rsidR="00D35AB5" w:rsidRPr="004913C3" w14:paraId="6DDE6565" w14:textId="77777777" w:rsidTr="00D35AB5"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D86224C" w14:textId="77777777" w:rsidR="00D35AB5" w:rsidRPr="004913C3" w:rsidRDefault="00D35AB5" w:rsidP="00D35AB5">
            <w:pPr>
              <w:pStyle w:val="Bullet"/>
              <w:spacing w:before="160" w:after="0"/>
              <w:rPr>
                <w:rFonts w:ascii="Palatino Linotype" w:hAnsi="Palatino Linotype"/>
                <w:sz w:val="22"/>
                <w:szCs w:val="22"/>
              </w:rPr>
            </w:pPr>
            <w:r w:rsidRPr="004913C3">
              <w:rPr>
                <w:rFonts w:ascii="Palatino Linotype" w:hAnsi="Palatino Linotype"/>
                <w:sz w:val="22"/>
                <w:szCs w:val="22"/>
              </w:rPr>
              <w:t>Witnessed by:</w:t>
            </w:r>
          </w:p>
        </w:tc>
      </w:tr>
      <w:tr w:rsidR="00D35AB5" w:rsidRPr="004913C3" w14:paraId="6D7A0E5A" w14:textId="77777777" w:rsidTr="00D35AB5"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7E4BED8" w14:textId="77777777" w:rsidR="00D35AB5" w:rsidRPr="004913C3" w:rsidRDefault="00D35AB5" w:rsidP="00D35AB5">
            <w:pPr>
              <w:spacing w:before="160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913C3">
              <w:rPr>
                <w:rFonts w:ascii="Palatino Linotype" w:hAnsi="Palatino Linotype"/>
                <w:b/>
                <w:sz w:val="22"/>
                <w:szCs w:val="22"/>
              </w:rPr>
              <w:t>Date:</w:t>
            </w:r>
          </w:p>
        </w:tc>
      </w:tr>
      <w:tr w:rsidR="00D35AB5" w:rsidRPr="004913C3" w14:paraId="62B81206" w14:textId="77777777" w:rsidTr="00D35AB5"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E858123" w14:textId="77777777" w:rsidR="00D35AB5" w:rsidRPr="004913C3" w:rsidRDefault="00D35AB5" w:rsidP="00D35AB5">
            <w:pPr>
              <w:spacing w:before="160"/>
              <w:rPr>
                <w:rFonts w:ascii="Palatino Linotype" w:hAnsi="Palatino Linotype"/>
                <w:b/>
                <w:sz w:val="22"/>
                <w:szCs w:val="22"/>
              </w:rPr>
            </w:pPr>
            <w:r w:rsidRPr="004913C3">
              <w:rPr>
                <w:rFonts w:ascii="Palatino Linotype" w:hAnsi="Palatino Linotype"/>
                <w:b/>
                <w:sz w:val="22"/>
                <w:szCs w:val="22"/>
              </w:rPr>
              <w:t>Name in capitals:</w:t>
            </w:r>
          </w:p>
        </w:tc>
      </w:tr>
    </w:tbl>
    <w:p w14:paraId="4A986930" w14:textId="77777777" w:rsidR="00D35AB5" w:rsidRDefault="00D35AB5" w:rsidP="00D35AB5">
      <w:pPr>
        <w:pStyle w:val="NormalIndent"/>
        <w:ind w:left="0"/>
        <w:rPr>
          <w:rFonts w:ascii="Palatino Linotype" w:hAnsi="Palatino Linotype"/>
        </w:rPr>
      </w:pPr>
    </w:p>
    <w:sectPr w:rsidR="00D35AB5" w:rsidSect="006F7B99">
      <w:footerReference w:type="even" r:id="rId14"/>
      <w:footerReference w:type="default" r:id="rId15"/>
      <w:pgSz w:w="11906" w:h="16838"/>
      <w:pgMar w:top="1134" w:right="851" w:bottom="1134" w:left="794" w:header="720" w:footer="90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394DC" w14:textId="77777777" w:rsidR="00D15A1D" w:rsidRDefault="00D15A1D">
      <w:r>
        <w:separator/>
      </w:r>
    </w:p>
  </w:endnote>
  <w:endnote w:type="continuationSeparator" w:id="0">
    <w:p w14:paraId="58BC826B" w14:textId="77777777" w:rsidR="00D15A1D" w:rsidRDefault="00D15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0F827" w14:textId="77777777" w:rsidR="00D15A1D" w:rsidRDefault="00D15A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ACAFEF" w14:textId="77777777" w:rsidR="00D15A1D" w:rsidRDefault="00D15A1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8B07E" w14:textId="77777777" w:rsidR="00D15A1D" w:rsidRDefault="00D15A1D" w:rsidP="00D15A1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3BF1F" w14:textId="77777777" w:rsidR="00D15A1D" w:rsidRDefault="00D15A1D">
      <w:r>
        <w:separator/>
      </w:r>
    </w:p>
  </w:footnote>
  <w:footnote w:type="continuationSeparator" w:id="0">
    <w:p w14:paraId="25826654" w14:textId="77777777" w:rsidR="00D15A1D" w:rsidRDefault="00D15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F6149"/>
    <w:multiLevelType w:val="hybridMultilevel"/>
    <w:tmpl w:val="F40CFDA2"/>
    <w:lvl w:ilvl="0" w:tplc="FC62BD9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C46001A">
      <w:start w:val="1"/>
      <w:numFmt w:val="bullet"/>
      <w:pStyle w:val="Bulletlis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</w:rPr>
    </w:lvl>
    <w:lvl w:ilvl="2" w:tplc="21EA71CC">
      <w:start w:val="1"/>
      <w:numFmt w:val="lowerLetter"/>
      <w:lvlText w:val="%3."/>
      <w:lvlJc w:val="left"/>
      <w:pPr>
        <w:ind w:left="1980" w:hanging="360"/>
      </w:pPr>
      <w:rPr>
        <w:rFonts w:hint="default"/>
        <w:b/>
        <w:i w:val="0"/>
      </w:rPr>
    </w:lvl>
    <w:lvl w:ilvl="3" w:tplc="CBAC2874">
      <w:start w:val="12"/>
      <w:numFmt w:val="bullet"/>
      <w:lvlText w:val="-"/>
      <w:lvlJc w:val="left"/>
      <w:pPr>
        <w:ind w:left="2520" w:hanging="360"/>
      </w:pPr>
      <w:rPr>
        <w:rFonts w:ascii="Palatino Linotype" w:eastAsia="Times New Roman" w:hAnsi="Palatino Linotype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3479B6"/>
    <w:multiLevelType w:val="hybridMultilevel"/>
    <w:tmpl w:val="2A627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6516D"/>
    <w:multiLevelType w:val="hybridMultilevel"/>
    <w:tmpl w:val="EC9EF09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D6622F"/>
    <w:multiLevelType w:val="hybridMultilevel"/>
    <w:tmpl w:val="D74C398C"/>
    <w:lvl w:ilvl="0" w:tplc="F438A96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6F308D2"/>
    <w:multiLevelType w:val="hybridMultilevel"/>
    <w:tmpl w:val="06346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F37954"/>
    <w:multiLevelType w:val="hybridMultilevel"/>
    <w:tmpl w:val="A42CC4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B6B4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A77208"/>
    <w:multiLevelType w:val="hybridMultilevel"/>
    <w:tmpl w:val="5EBA59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A709FA"/>
    <w:multiLevelType w:val="hybridMultilevel"/>
    <w:tmpl w:val="60C260D8"/>
    <w:lvl w:ilvl="0" w:tplc="5A4466E2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617FC8"/>
    <w:multiLevelType w:val="hybridMultilevel"/>
    <w:tmpl w:val="F7BA28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35B2"/>
    <w:rsid w:val="00000D31"/>
    <w:rsid w:val="00005457"/>
    <w:rsid w:val="000341D1"/>
    <w:rsid w:val="00037867"/>
    <w:rsid w:val="00043EAB"/>
    <w:rsid w:val="00046DD7"/>
    <w:rsid w:val="000535B2"/>
    <w:rsid w:val="00054356"/>
    <w:rsid w:val="0006134A"/>
    <w:rsid w:val="00072B21"/>
    <w:rsid w:val="00085D9F"/>
    <w:rsid w:val="000A1423"/>
    <w:rsid w:val="000B05C5"/>
    <w:rsid w:val="0010000D"/>
    <w:rsid w:val="001052FA"/>
    <w:rsid w:val="001208EC"/>
    <w:rsid w:val="00126370"/>
    <w:rsid w:val="00131872"/>
    <w:rsid w:val="00133237"/>
    <w:rsid w:val="00144B16"/>
    <w:rsid w:val="00145620"/>
    <w:rsid w:val="00150282"/>
    <w:rsid w:val="001711FB"/>
    <w:rsid w:val="00174997"/>
    <w:rsid w:val="00175CE5"/>
    <w:rsid w:val="00176FC8"/>
    <w:rsid w:val="001867E3"/>
    <w:rsid w:val="00195EB5"/>
    <w:rsid w:val="00196953"/>
    <w:rsid w:val="001D2F18"/>
    <w:rsid w:val="001D33C3"/>
    <w:rsid w:val="001E3669"/>
    <w:rsid w:val="001F2EB4"/>
    <w:rsid w:val="00204645"/>
    <w:rsid w:val="002124DC"/>
    <w:rsid w:val="002207DF"/>
    <w:rsid w:val="00246747"/>
    <w:rsid w:val="00286CDA"/>
    <w:rsid w:val="00294952"/>
    <w:rsid w:val="002A4531"/>
    <w:rsid w:val="002A5931"/>
    <w:rsid w:val="002B4CDC"/>
    <w:rsid w:val="002B5DF8"/>
    <w:rsid w:val="002C04E5"/>
    <w:rsid w:val="002C12B0"/>
    <w:rsid w:val="002C398D"/>
    <w:rsid w:val="002D2779"/>
    <w:rsid w:val="002D7706"/>
    <w:rsid w:val="00302E3B"/>
    <w:rsid w:val="00305FA6"/>
    <w:rsid w:val="003359A2"/>
    <w:rsid w:val="003408D4"/>
    <w:rsid w:val="0034233E"/>
    <w:rsid w:val="00356360"/>
    <w:rsid w:val="003659A6"/>
    <w:rsid w:val="00376A37"/>
    <w:rsid w:val="003935DB"/>
    <w:rsid w:val="00395B51"/>
    <w:rsid w:val="003A5DC5"/>
    <w:rsid w:val="003B022A"/>
    <w:rsid w:val="003B0469"/>
    <w:rsid w:val="003B6990"/>
    <w:rsid w:val="003C2A89"/>
    <w:rsid w:val="003D358B"/>
    <w:rsid w:val="003D4D37"/>
    <w:rsid w:val="003E53FB"/>
    <w:rsid w:val="00402AAF"/>
    <w:rsid w:val="00405693"/>
    <w:rsid w:val="004071FC"/>
    <w:rsid w:val="00410A77"/>
    <w:rsid w:val="00410E29"/>
    <w:rsid w:val="00412FE5"/>
    <w:rsid w:val="00416FD0"/>
    <w:rsid w:val="004254CB"/>
    <w:rsid w:val="00432CBB"/>
    <w:rsid w:val="004343DE"/>
    <w:rsid w:val="00446BD1"/>
    <w:rsid w:val="00464872"/>
    <w:rsid w:val="00465C61"/>
    <w:rsid w:val="0048151D"/>
    <w:rsid w:val="004908D6"/>
    <w:rsid w:val="004926F4"/>
    <w:rsid w:val="004A25FC"/>
    <w:rsid w:val="004B0C08"/>
    <w:rsid w:val="004B23F2"/>
    <w:rsid w:val="004C02FF"/>
    <w:rsid w:val="004E2B73"/>
    <w:rsid w:val="004E3428"/>
    <w:rsid w:val="004F5F0F"/>
    <w:rsid w:val="005012F4"/>
    <w:rsid w:val="00502B6A"/>
    <w:rsid w:val="00514C57"/>
    <w:rsid w:val="00521051"/>
    <w:rsid w:val="00531466"/>
    <w:rsid w:val="00533F7C"/>
    <w:rsid w:val="00540F46"/>
    <w:rsid w:val="00557626"/>
    <w:rsid w:val="00557CBF"/>
    <w:rsid w:val="005A0840"/>
    <w:rsid w:val="005A61FE"/>
    <w:rsid w:val="005B41AB"/>
    <w:rsid w:val="005C210F"/>
    <w:rsid w:val="005C4504"/>
    <w:rsid w:val="005C7B8A"/>
    <w:rsid w:val="005E233C"/>
    <w:rsid w:val="005F1F4E"/>
    <w:rsid w:val="0060581A"/>
    <w:rsid w:val="00623B7D"/>
    <w:rsid w:val="00630CCF"/>
    <w:rsid w:val="00631149"/>
    <w:rsid w:val="00635BBC"/>
    <w:rsid w:val="00641507"/>
    <w:rsid w:val="006639CE"/>
    <w:rsid w:val="006650CB"/>
    <w:rsid w:val="00672CA6"/>
    <w:rsid w:val="00677CB0"/>
    <w:rsid w:val="00685172"/>
    <w:rsid w:val="00687507"/>
    <w:rsid w:val="006C380B"/>
    <w:rsid w:val="006C4764"/>
    <w:rsid w:val="006C6B82"/>
    <w:rsid w:val="006D5640"/>
    <w:rsid w:val="006F441B"/>
    <w:rsid w:val="006F7B99"/>
    <w:rsid w:val="00704D0D"/>
    <w:rsid w:val="007262C8"/>
    <w:rsid w:val="00726EF1"/>
    <w:rsid w:val="00746016"/>
    <w:rsid w:val="0075316F"/>
    <w:rsid w:val="00763C5D"/>
    <w:rsid w:val="0076767F"/>
    <w:rsid w:val="007725BE"/>
    <w:rsid w:val="00780B6B"/>
    <w:rsid w:val="00786115"/>
    <w:rsid w:val="00790031"/>
    <w:rsid w:val="00790DDC"/>
    <w:rsid w:val="00791793"/>
    <w:rsid w:val="00795219"/>
    <w:rsid w:val="007E6BB8"/>
    <w:rsid w:val="0080175F"/>
    <w:rsid w:val="00835DFD"/>
    <w:rsid w:val="00852995"/>
    <w:rsid w:val="008554A3"/>
    <w:rsid w:val="00862580"/>
    <w:rsid w:val="00863F5D"/>
    <w:rsid w:val="00866AD4"/>
    <w:rsid w:val="00870C95"/>
    <w:rsid w:val="00872233"/>
    <w:rsid w:val="00874B01"/>
    <w:rsid w:val="0088125A"/>
    <w:rsid w:val="008832E8"/>
    <w:rsid w:val="00893E40"/>
    <w:rsid w:val="008B3877"/>
    <w:rsid w:val="008C3051"/>
    <w:rsid w:val="008F2DF7"/>
    <w:rsid w:val="00900CA0"/>
    <w:rsid w:val="0090721A"/>
    <w:rsid w:val="00935584"/>
    <w:rsid w:val="00945977"/>
    <w:rsid w:val="009534B0"/>
    <w:rsid w:val="009654A6"/>
    <w:rsid w:val="00971671"/>
    <w:rsid w:val="00975B54"/>
    <w:rsid w:val="00976B9A"/>
    <w:rsid w:val="00991556"/>
    <w:rsid w:val="009C1C6A"/>
    <w:rsid w:val="009D4A82"/>
    <w:rsid w:val="009E402B"/>
    <w:rsid w:val="009E4071"/>
    <w:rsid w:val="009F22B1"/>
    <w:rsid w:val="009F4550"/>
    <w:rsid w:val="00A10706"/>
    <w:rsid w:val="00A11A9D"/>
    <w:rsid w:val="00A7264C"/>
    <w:rsid w:val="00A854A4"/>
    <w:rsid w:val="00A8580B"/>
    <w:rsid w:val="00AA05F2"/>
    <w:rsid w:val="00AB21E9"/>
    <w:rsid w:val="00AB6EF5"/>
    <w:rsid w:val="00AC2779"/>
    <w:rsid w:val="00AF60E4"/>
    <w:rsid w:val="00B03B1B"/>
    <w:rsid w:val="00B15F18"/>
    <w:rsid w:val="00B2483D"/>
    <w:rsid w:val="00B27A28"/>
    <w:rsid w:val="00B31585"/>
    <w:rsid w:val="00B4048A"/>
    <w:rsid w:val="00B442B2"/>
    <w:rsid w:val="00B54625"/>
    <w:rsid w:val="00B6764B"/>
    <w:rsid w:val="00B94DFC"/>
    <w:rsid w:val="00BA0EBF"/>
    <w:rsid w:val="00BC1259"/>
    <w:rsid w:val="00BC254B"/>
    <w:rsid w:val="00BC46BA"/>
    <w:rsid w:val="00BE0ECD"/>
    <w:rsid w:val="00BF15A5"/>
    <w:rsid w:val="00C03F1E"/>
    <w:rsid w:val="00C0642F"/>
    <w:rsid w:val="00C12009"/>
    <w:rsid w:val="00C4623C"/>
    <w:rsid w:val="00C565EB"/>
    <w:rsid w:val="00C80D52"/>
    <w:rsid w:val="00C92482"/>
    <w:rsid w:val="00C97666"/>
    <w:rsid w:val="00CB30E0"/>
    <w:rsid w:val="00CC6621"/>
    <w:rsid w:val="00CC7B06"/>
    <w:rsid w:val="00CD23F1"/>
    <w:rsid w:val="00CD2E6C"/>
    <w:rsid w:val="00CD3A16"/>
    <w:rsid w:val="00CE1B9C"/>
    <w:rsid w:val="00CE79C8"/>
    <w:rsid w:val="00CF4BDE"/>
    <w:rsid w:val="00CF6F35"/>
    <w:rsid w:val="00D15A1D"/>
    <w:rsid w:val="00D24E59"/>
    <w:rsid w:val="00D35AB5"/>
    <w:rsid w:val="00D50075"/>
    <w:rsid w:val="00D6428B"/>
    <w:rsid w:val="00D74D33"/>
    <w:rsid w:val="00D800D3"/>
    <w:rsid w:val="00D82002"/>
    <w:rsid w:val="00D84032"/>
    <w:rsid w:val="00D85413"/>
    <w:rsid w:val="00DC341B"/>
    <w:rsid w:val="00DC3BB2"/>
    <w:rsid w:val="00DD4EBE"/>
    <w:rsid w:val="00E07090"/>
    <w:rsid w:val="00E37A75"/>
    <w:rsid w:val="00E459B6"/>
    <w:rsid w:val="00E47F40"/>
    <w:rsid w:val="00E72A7E"/>
    <w:rsid w:val="00EA232C"/>
    <w:rsid w:val="00EA5D8D"/>
    <w:rsid w:val="00EB353F"/>
    <w:rsid w:val="00EB4799"/>
    <w:rsid w:val="00EB4CEB"/>
    <w:rsid w:val="00EC65CA"/>
    <w:rsid w:val="00EC67DF"/>
    <w:rsid w:val="00ED0197"/>
    <w:rsid w:val="00ED6B6A"/>
    <w:rsid w:val="00ED7F05"/>
    <w:rsid w:val="00EE0D3C"/>
    <w:rsid w:val="00EF674F"/>
    <w:rsid w:val="00F00DED"/>
    <w:rsid w:val="00F21053"/>
    <w:rsid w:val="00F227DA"/>
    <w:rsid w:val="00F43B99"/>
    <w:rsid w:val="00F43FAE"/>
    <w:rsid w:val="00F81BE6"/>
    <w:rsid w:val="00F93F87"/>
    <w:rsid w:val="00F946F9"/>
    <w:rsid w:val="00F94C93"/>
    <w:rsid w:val="00F94DE0"/>
    <w:rsid w:val="00FA2FEA"/>
    <w:rsid w:val="00FA3021"/>
    <w:rsid w:val="00FA72AF"/>
    <w:rsid w:val="00FC02C9"/>
    <w:rsid w:val="00FC5E96"/>
    <w:rsid w:val="00FD361D"/>
    <w:rsid w:val="00FD37B6"/>
    <w:rsid w:val="00FD646D"/>
    <w:rsid w:val="00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DA92C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EC67DF"/>
    <w:rPr>
      <w:lang w:eastAsia="en-US"/>
    </w:rPr>
  </w:style>
  <w:style w:type="paragraph" w:styleId="Heading1">
    <w:name w:val="heading 1"/>
    <w:basedOn w:val="Normal"/>
    <w:next w:val="Normal"/>
    <w:qFormat/>
    <w:rsid w:val="00EC67DF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EC67DF"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EC67DF"/>
    <w:pPr>
      <w:keepNext/>
      <w:outlineLvl w:val="2"/>
    </w:pPr>
    <w:rPr>
      <w:b/>
      <w:bCs/>
      <w:i/>
      <w:iCs/>
      <w:sz w:val="28"/>
    </w:rPr>
  </w:style>
  <w:style w:type="paragraph" w:styleId="Heading4">
    <w:name w:val="heading 4"/>
    <w:basedOn w:val="Normal"/>
    <w:next w:val="Normal"/>
    <w:qFormat/>
    <w:rsid w:val="00EC67DF"/>
    <w:pPr>
      <w:keepNext/>
      <w:ind w:left="3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EC67DF"/>
    <w:pPr>
      <w:keepNext/>
      <w:ind w:left="360"/>
      <w:outlineLvl w:val="4"/>
    </w:pPr>
    <w:rPr>
      <w:b/>
      <w:i/>
      <w:iCs/>
      <w:sz w:val="24"/>
    </w:rPr>
  </w:style>
  <w:style w:type="paragraph" w:styleId="Heading6">
    <w:name w:val="heading 6"/>
    <w:basedOn w:val="Normal"/>
    <w:next w:val="Normal"/>
    <w:qFormat/>
    <w:rsid w:val="00EC67DF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outlineLvl w:val="5"/>
    </w:pPr>
    <w:rPr>
      <w:b/>
      <w:iCs/>
      <w:sz w:val="24"/>
    </w:rPr>
  </w:style>
  <w:style w:type="paragraph" w:styleId="Heading7">
    <w:name w:val="heading 7"/>
    <w:basedOn w:val="Normal"/>
    <w:next w:val="Normal"/>
    <w:qFormat/>
    <w:rsid w:val="00EC67DF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E6E6E6"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qFormat/>
    <w:rsid w:val="00EC67DF"/>
    <w:pPr>
      <w:keepNext/>
      <w:ind w:left="7230"/>
      <w:outlineLvl w:val="7"/>
    </w:pPr>
    <w:rPr>
      <w:b/>
      <w:sz w:val="24"/>
    </w:rPr>
  </w:style>
  <w:style w:type="paragraph" w:styleId="Heading9">
    <w:name w:val="heading 9"/>
    <w:basedOn w:val="Normal"/>
    <w:next w:val="Normal"/>
    <w:qFormat/>
    <w:rsid w:val="00EC67DF"/>
    <w:pPr>
      <w:keepNext/>
      <w:ind w:left="709" w:hanging="709"/>
      <w:outlineLvl w:val="8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C67DF"/>
    <w:rPr>
      <w:color w:val="0000FF"/>
      <w:u w:val="single"/>
    </w:rPr>
  </w:style>
  <w:style w:type="paragraph" w:styleId="BodyText">
    <w:name w:val="Body Text"/>
    <w:basedOn w:val="Normal"/>
    <w:link w:val="BodyTextChar"/>
    <w:rsid w:val="00EC67DF"/>
    <w:rPr>
      <w:b/>
      <w:sz w:val="24"/>
      <w:u w:val="single"/>
    </w:rPr>
  </w:style>
  <w:style w:type="paragraph" w:styleId="BodyText2">
    <w:name w:val="Body Text 2"/>
    <w:basedOn w:val="Normal"/>
    <w:rsid w:val="00EC67DF"/>
    <w:rPr>
      <w:b/>
      <w:sz w:val="24"/>
    </w:rPr>
  </w:style>
  <w:style w:type="paragraph" w:styleId="BodyTextIndent">
    <w:name w:val="Body Text Indent"/>
    <w:basedOn w:val="Normal"/>
    <w:link w:val="BodyTextIndentChar"/>
    <w:rsid w:val="00EC67DF"/>
    <w:pPr>
      <w:ind w:left="360"/>
    </w:pPr>
    <w:rPr>
      <w:i/>
      <w:iCs/>
      <w:sz w:val="24"/>
    </w:rPr>
  </w:style>
  <w:style w:type="paragraph" w:styleId="BodyTextIndent2">
    <w:name w:val="Body Text Indent 2"/>
    <w:basedOn w:val="Normal"/>
    <w:rsid w:val="00EC67DF"/>
    <w:pPr>
      <w:ind w:left="360"/>
    </w:pPr>
    <w:rPr>
      <w:b/>
      <w:bCs/>
      <w:i/>
      <w:iCs/>
      <w:sz w:val="24"/>
    </w:rPr>
  </w:style>
  <w:style w:type="paragraph" w:styleId="BodyText3">
    <w:name w:val="Body Text 3"/>
    <w:basedOn w:val="Normal"/>
    <w:rsid w:val="00EC67DF"/>
    <w:rPr>
      <w:i/>
      <w:iCs/>
      <w:sz w:val="24"/>
    </w:rPr>
  </w:style>
  <w:style w:type="paragraph" w:styleId="BodyTextIndent3">
    <w:name w:val="Body Text Indent 3"/>
    <w:basedOn w:val="Normal"/>
    <w:rsid w:val="00EC67DF"/>
    <w:pPr>
      <w:ind w:left="720"/>
    </w:pPr>
    <w:rPr>
      <w:i/>
      <w:iCs/>
      <w:sz w:val="24"/>
    </w:rPr>
  </w:style>
  <w:style w:type="paragraph" w:styleId="Footer">
    <w:name w:val="footer"/>
    <w:basedOn w:val="Normal"/>
    <w:rsid w:val="00EC67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C67DF"/>
  </w:style>
  <w:style w:type="paragraph" w:styleId="Header">
    <w:name w:val="header"/>
    <w:basedOn w:val="Normal"/>
    <w:rsid w:val="00EC67DF"/>
    <w:pPr>
      <w:tabs>
        <w:tab w:val="center" w:pos="4153"/>
        <w:tab w:val="right" w:pos="8306"/>
      </w:tabs>
    </w:pPr>
  </w:style>
  <w:style w:type="paragraph" w:customStyle="1" w:styleId="Bulletlist">
    <w:name w:val="Bullet list"/>
    <w:basedOn w:val="Normal"/>
    <w:rsid w:val="00EC67DF"/>
    <w:pPr>
      <w:numPr>
        <w:ilvl w:val="1"/>
        <w:numId w:val="2"/>
      </w:numPr>
    </w:pPr>
  </w:style>
  <w:style w:type="paragraph" w:customStyle="1" w:styleId="Bullet">
    <w:name w:val="Bullet"/>
    <w:basedOn w:val="Normal"/>
    <w:rsid w:val="00EC67DF"/>
    <w:pPr>
      <w:spacing w:after="200"/>
    </w:pPr>
    <w:rPr>
      <w:b/>
      <w:sz w:val="24"/>
    </w:rPr>
  </w:style>
  <w:style w:type="paragraph" w:styleId="NormalIndent">
    <w:name w:val="Normal Indent"/>
    <w:basedOn w:val="Normal"/>
    <w:rsid w:val="00630CCF"/>
    <w:pPr>
      <w:ind w:left="720"/>
    </w:pPr>
  </w:style>
  <w:style w:type="paragraph" w:customStyle="1" w:styleId="NormalP">
    <w:name w:val="Normal (P)"/>
    <w:basedOn w:val="Normal"/>
    <w:rsid w:val="00630CCF"/>
    <w:rPr>
      <w:rFonts w:ascii="Palatino Linotype" w:hAnsi="Palatino Linotype"/>
      <w:sz w:val="22"/>
      <w:szCs w:val="22"/>
    </w:rPr>
  </w:style>
  <w:style w:type="table" w:styleId="TableGrid">
    <w:name w:val="Table Grid"/>
    <w:basedOn w:val="TableNormal"/>
    <w:rsid w:val="00F4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935584"/>
    <w:rPr>
      <w:b/>
      <w:sz w:val="24"/>
      <w:u w:val="single"/>
      <w:lang w:eastAsia="en-US"/>
    </w:rPr>
  </w:style>
  <w:style w:type="character" w:customStyle="1" w:styleId="BodyTextIndentChar">
    <w:name w:val="Body Text Indent Char"/>
    <w:link w:val="BodyTextIndent"/>
    <w:rsid w:val="00935584"/>
    <w:rPr>
      <w:i/>
      <w:iCs/>
      <w:sz w:val="24"/>
      <w:lang w:eastAsia="en-US"/>
    </w:rPr>
  </w:style>
  <w:style w:type="paragraph" w:styleId="BalloonText">
    <w:name w:val="Balloon Text"/>
    <w:basedOn w:val="Normal"/>
    <w:link w:val="BalloonTextChar"/>
    <w:rsid w:val="005A0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084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054356"/>
    <w:pPr>
      <w:ind w:left="720"/>
      <w:contextualSpacing/>
    </w:pPr>
    <w:rPr>
      <w:rFonts w:ascii="Arial" w:eastAsia="Calibri" w:hAnsi="Arial"/>
      <w:sz w:val="22"/>
      <w:szCs w:val="22"/>
    </w:rPr>
  </w:style>
  <w:style w:type="character" w:styleId="FollowedHyperlink">
    <w:name w:val="FollowedHyperlink"/>
    <w:rsid w:val="005A61FE"/>
    <w:rPr>
      <w:color w:val="800080"/>
      <w:u w:val="single"/>
    </w:rPr>
  </w:style>
  <w:style w:type="paragraph" w:customStyle="1" w:styleId="Default">
    <w:name w:val="Default"/>
    <w:rsid w:val="00893E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">
    <w:name w:val="Body"/>
    <w:rsid w:val="00FF529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28"/>
    </w:rPr>
  </w:style>
  <w:style w:type="paragraph" w:styleId="Heading4">
    <w:name w:val="heading 4"/>
    <w:basedOn w:val="Normal"/>
    <w:next w:val="Normal"/>
    <w:qFormat/>
    <w:pPr>
      <w:keepNext/>
      <w:ind w:left="3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keepNext/>
      <w:ind w:left="360"/>
      <w:outlineLvl w:val="4"/>
    </w:pPr>
    <w:rPr>
      <w:b/>
      <w:i/>
      <w:iCs/>
      <w:sz w:val="24"/>
    </w:rPr>
  </w:style>
  <w:style w:type="paragraph" w:styleId="Heading6">
    <w:name w:val="heading 6"/>
    <w:basedOn w:val="Normal"/>
    <w:next w:val="Normal"/>
    <w:qFormat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outlineLvl w:val="5"/>
    </w:pPr>
    <w:rPr>
      <w:b/>
      <w:iCs/>
      <w:sz w:val="24"/>
    </w:rPr>
  </w:style>
  <w:style w:type="paragraph" w:styleId="Heading7">
    <w:name w:val="heading 7"/>
    <w:basedOn w:val="Normal"/>
    <w:next w:val="Normal"/>
    <w:qFormat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E6E6E6"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qFormat/>
    <w:pPr>
      <w:keepNext/>
      <w:ind w:left="7230"/>
      <w:outlineLvl w:val="7"/>
    </w:pPr>
    <w:rPr>
      <w:b/>
      <w:sz w:val="24"/>
    </w:rPr>
  </w:style>
  <w:style w:type="paragraph" w:styleId="Heading9">
    <w:name w:val="heading 9"/>
    <w:basedOn w:val="Normal"/>
    <w:next w:val="Normal"/>
    <w:qFormat/>
    <w:pPr>
      <w:keepNext/>
      <w:ind w:left="709" w:hanging="709"/>
      <w:outlineLvl w:val="8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link w:val="BodyTextChar"/>
    <w:rPr>
      <w:b/>
      <w:sz w:val="24"/>
      <w:u w:val="single"/>
    </w:rPr>
  </w:style>
  <w:style w:type="paragraph" w:styleId="BodyText2">
    <w:name w:val="Body Text 2"/>
    <w:basedOn w:val="Normal"/>
    <w:rPr>
      <w:b/>
      <w:sz w:val="24"/>
    </w:rPr>
  </w:style>
  <w:style w:type="paragraph" w:styleId="BodyTextIndent">
    <w:name w:val="Body Text Indent"/>
    <w:basedOn w:val="Normal"/>
    <w:link w:val="BodyTextIndentChar"/>
    <w:pPr>
      <w:ind w:left="360"/>
    </w:pPr>
    <w:rPr>
      <w:i/>
      <w:iCs/>
      <w:sz w:val="24"/>
    </w:rPr>
  </w:style>
  <w:style w:type="paragraph" w:styleId="BodyTextIndent2">
    <w:name w:val="Body Text Indent 2"/>
    <w:basedOn w:val="Normal"/>
    <w:pPr>
      <w:ind w:left="360"/>
    </w:pPr>
    <w:rPr>
      <w:b/>
      <w:bCs/>
      <w:i/>
      <w:iCs/>
      <w:sz w:val="24"/>
    </w:rPr>
  </w:style>
  <w:style w:type="paragraph" w:styleId="BodyText3">
    <w:name w:val="Body Text 3"/>
    <w:basedOn w:val="Normal"/>
    <w:rPr>
      <w:i/>
      <w:iCs/>
      <w:sz w:val="24"/>
    </w:rPr>
  </w:style>
  <w:style w:type="paragraph" w:styleId="BodyTextIndent3">
    <w:name w:val="Body Text Indent 3"/>
    <w:basedOn w:val="Normal"/>
    <w:pPr>
      <w:ind w:left="720"/>
    </w:pPr>
    <w:rPr>
      <w:i/>
      <w:iCs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Bulletlist">
    <w:name w:val="Bullet list"/>
    <w:basedOn w:val="Normal"/>
    <w:pPr>
      <w:numPr>
        <w:ilvl w:val="1"/>
        <w:numId w:val="2"/>
      </w:numPr>
    </w:pPr>
  </w:style>
  <w:style w:type="paragraph" w:customStyle="1" w:styleId="Bullet">
    <w:name w:val="Bullet"/>
    <w:basedOn w:val="Normal"/>
    <w:pPr>
      <w:spacing w:after="200"/>
    </w:pPr>
    <w:rPr>
      <w:b/>
      <w:sz w:val="24"/>
    </w:rPr>
  </w:style>
  <w:style w:type="paragraph" w:styleId="NormalIndent">
    <w:name w:val="Normal Indent"/>
    <w:basedOn w:val="Normal"/>
    <w:rsid w:val="00630CCF"/>
    <w:pPr>
      <w:ind w:left="720"/>
    </w:pPr>
  </w:style>
  <w:style w:type="paragraph" w:customStyle="1" w:styleId="NormalP">
    <w:name w:val="Normal (P)"/>
    <w:basedOn w:val="Normal"/>
    <w:rsid w:val="00630CCF"/>
    <w:rPr>
      <w:rFonts w:ascii="Palatino Linotype" w:hAnsi="Palatino Linotype"/>
      <w:sz w:val="22"/>
      <w:szCs w:val="22"/>
    </w:rPr>
  </w:style>
  <w:style w:type="table" w:styleId="TableGrid">
    <w:name w:val="Table Grid"/>
    <w:basedOn w:val="TableNormal"/>
    <w:rsid w:val="00F4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935584"/>
    <w:rPr>
      <w:b/>
      <w:sz w:val="24"/>
      <w:u w:val="single"/>
      <w:lang w:eastAsia="en-US"/>
    </w:rPr>
  </w:style>
  <w:style w:type="character" w:customStyle="1" w:styleId="BodyTextIndentChar">
    <w:name w:val="Body Text Indent Char"/>
    <w:link w:val="BodyTextIndent"/>
    <w:rsid w:val="00935584"/>
    <w:rPr>
      <w:i/>
      <w:iCs/>
      <w:sz w:val="24"/>
      <w:lang w:eastAsia="en-US"/>
    </w:rPr>
  </w:style>
  <w:style w:type="paragraph" w:styleId="BalloonText">
    <w:name w:val="Balloon Text"/>
    <w:basedOn w:val="Normal"/>
    <w:link w:val="BalloonTextChar"/>
    <w:rsid w:val="005A0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084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054356"/>
    <w:pPr>
      <w:ind w:left="720"/>
      <w:contextualSpacing/>
    </w:pPr>
    <w:rPr>
      <w:rFonts w:ascii="Arial" w:eastAsia="Calibri" w:hAnsi="Arial"/>
      <w:sz w:val="22"/>
      <w:szCs w:val="22"/>
    </w:rPr>
  </w:style>
  <w:style w:type="character" w:styleId="FollowedHyperlink">
    <w:name w:val="FollowedHyperlink"/>
    <w:rsid w:val="005A61FE"/>
    <w:rPr>
      <w:color w:val="800080"/>
      <w:u w:val="single"/>
    </w:rPr>
  </w:style>
  <w:style w:type="paragraph" w:customStyle="1" w:styleId="Default">
    <w:name w:val="Default"/>
    <w:rsid w:val="00893E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">
    <w:name w:val="Body"/>
    <w:rsid w:val="00FF529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2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runelBaseAudience0 xmlns="28f6ab94-b379-4d53-bb00-ea4545d95b0c">
      <Terms xmlns="http://schemas.microsoft.com/office/infopath/2007/PartnerControls"/>
    </BrunelBaseAudience0>
    <BrunelBaseOwner0 xmlns="28f6ab94-b379-4d53-bb00-ea4545d95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Governance, Information and Legal Office</TermName>
          <TermId xmlns="http://schemas.microsoft.com/office/infopath/2007/PartnerControls">76519707-006a-4dc7-8c4d-0bdc969f2eba</TermId>
        </TermInfo>
      </Terms>
    </BrunelBaseOwner0>
    <TaxCatchAll xmlns="6b6dd58a-bcd6-489a-9db9-5755a91784bd">
      <Value xmlns="6b6dd58a-bcd6-489a-9db9-5755a91784bd">1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runel Document" ma:contentTypeID="0x010100B5A4C08D27C9458A8DBC831B2C0EF43F00635B668F709CFD4D9CAAF9DE3E7E659F" ma:contentTypeVersion="0" ma:contentTypeDescription="This is the base type for all Brunel documents." ma:contentTypeScope="" ma:versionID="5c15d441f1c8e4578cb0288cb2b726cb">
  <xsd:schema xmlns:xsd="http://www.w3.org/2001/XMLSchema" xmlns:xs="http://www.w3.org/2001/XMLSchema" xmlns:p="http://schemas.microsoft.com/office/2006/metadata/properties" xmlns:ns2="28f6ab94-b379-4d53-bb00-ea4545d95b0c" xmlns:ns3="6b6dd58a-bcd6-489a-9db9-5755a91784bd" targetNamespace="http://schemas.microsoft.com/office/2006/metadata/properties" ma:root="true" ma:fieldsID="adf36d1df0de38469f99c49443c74d15" ns2:_="" ns3:_="">
    <xsd:import namespace="28f6ab94-b379-4d53-bb00-ea4545d95b0c"/>
    <xsd:import namespace="6b6dd58a-bcd6-489a-9db9-5755a91784bd"/>
    <xsd:element name="properties">
      <xsd:complexType>
        <xsd:sequence>
          <xsd:element name="documentManagement">
            <xsd:complexType>
              <xsd:all>
                <xsd:element ref="ns2:BrunelBaseOwner0" minOccurs="0"/>
                <xsd:element ref="ns2:BrunelBaseAudience0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f6ab94-b379-4d53-bb00-ea4545d95b0c" elementFormDefault="qualified">
    <xsd:import namespace="http://schemas.microsoft.com/office/2006/documentManagement/types"/>
    <xsd:import namespace="http://schemas.microsoft.com/office/infopath/2007/PartnerControls"/>
    <xsd:element name="BrunelBaseOwner0" ma:index="9" nillable="true" ma:taxonomy="true" ma:internalName="BrunelBaseOwner0" ma:taxonomyFieldName="BrunelBaseOwner" ma:displayName="Owner" ma:default="1;#Governance, Information and Legal Office|76519707-006a-4dc7-8c4d-0bdc969f2eba" ma:fieldId="{98f64fff-228a-401e-b118-7b7ed14a11bf}" ma:sspId="1f8ae13c-041c-454e-aeb3-8644223ed454" ma:termSetId="ce0b3c44-0e18-4677-9fa6-443ed1905ae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runelBaseAudience0" ma:index="11" nillable="true" ma:taxonomy="true" ma:internalName="BrunelBaseAudience0" ma:taxonomyFieldName="BrunelBaseAudience" ma:displayName="Search Audience" ma:default="" ma:fieldId="{d57833c3-6316-40fd-9f4a-bdce40d7b5e8}" ma:taxonomyMulti="true" ma:sspId="1f8ae13c-041c-454e-aeb3-8644223ed454" ma:termSetId="e48bdc75-7773-40af-8e0d-060ff7e1dbe0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dd58a-bcd6-489a-9db9-5755a91784b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a5562cf-25d1-474a-a434-1f953a7c9e69}" ma:internalName="TaxCatchAll" ma:showField="CatchAllData" ma:web="6b6dd58a-bcd6-489a-9db9-5755a9178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5A8BED-913C-4E8A-8FAC-D4DE6455DAC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F452618-B048-4DBC-AFA9-3C35817C673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www.w3.org/XML/1998/namespace"/>
    <ds:schemaRef ds:uri="6b6dd58a-bcd6-489a-9db9-5755a91784bd"/>
    <ds:schemaRef ds:uri="http://schemas.microsoft.com/office/infopath/2007/PartnerControls"/>
    <ds:schemaRef ds:uri="http://schemas.openxmlformats.org/package/2006/metadata/core-properties"/>
    <ds:schemaRef ds:uri="28f6ab94-b379-4d53-bb00-ea4545d95b0c"/>
  </ds:schemaRefs>
</ds:datastoreItem>
</file>

<file path=customXml/itemProps3.xml><?xml version="1.0" encoding="utf-8"?>
<ds:datastoreItem xmlns:ds="http://schemas.openxmlformats.org/officeDocument/2006/customXml" ds:itemID="{7BF20FB5-EBC1-4F50-A986-F149930FC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f6ab94-b379-4d53-bb00-ea4545d95b0c"/>
    <ds:schemaRef ds:uri="6b6dd58a-bcd6-489a-9db9-5755a9178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6317DC-5417-472C-9B16-B01AC92547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95789E4D.dotm</Template>
  <TotalTime>1</TotalTime>
  <Pages>1</Pages>
  <Words>164</Words>
  <Characters>937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for Research Ethics Approval</vt:lpstr>
    </vt:vector>
  </TitlesOfParts>
  <Company>Brunel University</Company>
  <LinksUpToDate>false</LinksUpToDate>
  <CharactersWithSpaces>1099</CharactersWithSpaces>
  <SharedDoc>false</SharedDoc>
  <HLinks>
    <vt:vector size="12" baseType="variant">
      <vt:variant>
        <vt:i4>1638438</vt:i4>
      </vt:variant>
      <vt:variant>
        <vt:i4>3</vt:i4>
      </vt:variant>
      <vt:variant>
        <vt:i4>0</vt:i4>
      </vt:variant>
      <vt:variant>
        <vt:i4>5</vt:i4>
      </vt:variant>
      <vt:variant>
        <vt:lpwstr>mailto:res-ethics@brunel.ac.uk</vt:lpwstr>
      </vt:variant>
      <vt:variant>
        <vt:lpwstr/>
      </vt:variant>
      <vt:variant>
        <vt:i4>7798868</vt:i4>
      </vt:variant>
      <vt:variant>
        <vt:i4>0</vt:i4>
      </vt:variant>
      <vt:variant>
        <vt:i4>0</vt:i4>
      </vt:variant>
      <vt:variant>
        <vt:i4>5</vt:i4>
      </vt:variant>
      <vt:variant>
        <vt:lpwstr>mailto:data-protection@brunel.ac.uk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for Research Ethics Approval</dc:title>
  <dc:creator>hlstdda</dc:creator>
  <cp:lastModifiedBy>BuildUser</cp:lastModifiedBy>
  <cp:revision>2</cp:revision>
  <cp:lastPrinted>2013-11-08T05:01:00Z</cp:lastPrinted>
  <dcterms:created xsi:type="dcterms:W3CDTF">2015-01-23T15:21:00Z</dcterms:created>
  <dcterms:modified xsi:type="dcterms:W3CDTF">2015-01-23T15:21:00Z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runelBaseOwner">
    <vt:lpwstr>1;#Governance, Information and Legal Office|76519707-006a-4dc7-8c4d-0bdc969f2eba</vt:lpwstr>
  </property>
  <property fmtid="{D5CDD505-2E9C-101B-9397-08002B2CF9AE}" pid="3" name="BrunelBaseAudience">
    <vt:lpwstr/>
  </property>
</Properties>
</file>