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635" w:rsidRDefault="00933635" w:rsidP="00933635">
      <w:pPr>
        <w:rPr>
          <w:b/>
          <w:szCs w:val="24"/>
        </w:rPr>
      </w:pPr>
      <w:r w:rsidRPr="00417AC6">
        <w:rPr>
          <w:b/>
          <w:szCs w:val="24"/>
        </w:rPr>
        <w:t>Provision and use of preschool childcare in Britain</w:t>
      </w:r>
    </w:p>
    <w:p w:rsidR="00A30CEC" w:rsidRPr="00417AC6" w:rsidRDefault="00A30CEC" w:rsidP="00933635">
      <w:pPr>
        <w:rPr>
          <w:b/>
          <w:szCs w:val="24"/>
        </w:rPr>
      </w:pPr>
      <w:r w:rsidRPr="00A30CEC">
        <w:rPr>
          <w:b/>
          <w:szCs w:val="24"/>
        </w:rPr>
        <w:t>ESRC Reference: ES/K003690/1</w:t>
      </w:r>
      <w:bookmarkStart w:id="0" w:name="_GoBack"/>
      <w:bookmarkEnd w:id="0"/>
    </w:p>
    <w:p w:rsidR="003F5B92" w:rsidRDefault="00933635">
      <w:r>
        <w:t>Description of syntax files</w:t>
      </w:r>
    </w:p>
    <w:p w:rsidR="00933635" w:rsidRDefault="00933635" w:rsidP="00B0367D">
      <w:pPr>
        <w:spacing w:after="120"/>
      </w:pPr>
      <w:r w:rsidRPr="00B0367D">
        <w:rPr>
          <w:b/>
        </w:rPr>
        <w:t>FRS</w:t>
      </w:r>
      <w:r>
        <w:t>:</w:t>
      </w:r>
    </w:p>
    <w:p w:rsidR="00933635" w:rsidRDefault="00933635" w:rsidP="00933635">
      <w:pPr>
        <w:spacing w:after="0"/>
      </w:pPr>
      <w:proofErr w:type="spellStart"/>
      <w:r>
        <w:t>initial.sps</w:t>
      </w:r>
      <w:proofErr w:type="spellEnd"/>
    </w:p>
    <w:p w:rsidR="00933635" w:rsidRDefault="00933635">
      <w:r>
        <w:t>Creates consistent variable names and coding for analysis; corrects some errors in relationship codes.</w:t>
      </w:r>
      <w:r w:rsidR="003751F5">
        <w:t xml:space="preserve"> Merges SPSS files from the Data Archive to produce a child level file, including household and adult variables.</w:t>
      </w:r>
    </w:p>
    <w:p w:rsidR="00933635" w:rsidRDefault="00933635" w:rsidP="003751F5">
      <w:pPr>
        <w:spacing w:after="0"/>
      </w:pPr>
      <w:proofErr w:type="spellStart"/>
      <w:r>
        <w:t>InitialHandles.sps</w:t>
      </w:r>
      <w:proofErr w:type="spellEnd"/>
    </w:p>
    <w:p w:rsidR="00933635" w:rsidRDefault="00933635">
      <w:r>
        <w:t xml:space="preserve">File handles for use in </w:t>
      </w:r>
      <w:proofErr w:type="spellStart"/>
      <w:r>
        <w:t>initial.sps</w:t>
      </w:r>
      <w:proofErr w:type="spellEnd"/>
      <w:r>
        <w:t xml:space="preserve">. Some of these refer to local files, but they also </w:t>
      </w:r>
      <w:r w:rsidR="00AC72F6">
        <w:t>indicate which Data Archive SPSS files are being accessed.</w:t>
      </w:r>
    </w:p>
    <w:p w:rsidR="003751F5" w:rsidRDefault="003751F5" w:rsidP="003751F5">
      <w:pPr>
        <w:spacing w:after="0"/>
      </w:pPr>
      <w:proofErr w:type="spellStart"/>
      <w:r>
        <w:t>jobagg.sps</w:t>
      </w:r>
      <w:proofErr w:type="spellEnd"/>
    </w:p>
    <w:p w:rsidR="003751F5" w:rsidRDefault="003751F5">
      <w:r>
        <w:t>Aggregates data on multiple jobs to produce one file per adult.</w:t>
      </w:r>
    </w:p>
    <w:p w:rsidR="003751F5" w:rsidRDefault="003751F5" w:rsidP="003751F5">
      <w:pPr>
        <w:spacing w:after="0"/>
      </w:pPr>
      <w:proofErr w:type="spellStart"/>
      <w:r>
        <w:t>ChildBits.sps</w:t>
      </w:r>
      <w:proofErr w:type="spellEnd"/>
    </w:p>
    <w:p w:rsidR="003751F5" w:rsidRDefault="003751F5">
      <w:r>
        <w:t xml:space="preserve">Merges file from </w:t>
      </w:r>
      <w:proofErr w:type="spellStart"/>
      <w:r>
        <w:t>initial.sps</w:t>
      </w:r>
      <w:proofErr w:type="spellEnd"/>
      <w:r>
        <w:t xml:space="preserve"> with Data Archive </w:t>
      </w:r>
      <w:proofErr w:type="spellStart"/>
      <w:r>
        <w:t>childcare.sav</w:t>
      </w:r>
      <w:proofErr w:type="spellEnd"/>
      <w:r>
        <w:t>. Recodes plus some analysis.</w:t>
      </w:r>
    </w:p>
    <w:p w:rsidR="003751F5" w:rsidRPr="00B0367D" w:rsidRDefault="003751F5" w:rsidP="00B0367D">
      <w:pPr>
        <w:spacing w:after="120"/>
        <w:rPr>
          <w:b/>
        </w:rPr>
      </w:pPr>
      <w:r w:rsidRPr="00B0367D">
        <w:rPr>
          <w:b/>
        </w:rPr>
        <w:t>LFS:</w:t>
      </w:r>
    </w:p>
    <w:p w:rsidR="003751F5" w:rsidRDefault="00B0367D" w:rsidP="00B0367D">
      <w:pPr>
        <w:spacing w:after="0"/>
      </w:pPr>
      <w:proofErr w:type="gramStart"/>
      <w:r>
        <w:t>add</w:t>
      </w:r>
      <w:proofErr w:type="gramEnd"/>
      <w:r w:rsidR="003751F5">
        <w:t xml:space="preserve"> files</w:t>
      </w:r>
      <w:r w:rsidR="00D260A7">
        <w:t xml:space="preserve"> 14</w:t>
      </w:r>
      <w:r>
        <w:t>.sps</w:t>
      </w:r>
    </w:p>
    <w:p w:rsidR="00B0367D" w:rsidRDefault="00B0367D">
      <w:r>
        <w:t>Adds three years of data for the LFS (Quarter 1). Weight variables are divided by 3 to give approximate population estimates for weighted data.</w:t>
      </w:r>
    </w:p>
    <w:p w:rsidR="00B0367D" w:rsidRDefault="00EF3E54" w:rsidP="00EF3E54">
      <w:pPr>
        <w:spacing w:after="0"/>
      </w:pPr>
      <w:r w:rsidRPr="00EF3E54">
        <w:t xml:space="preserve">Childcare </w:t>
      </w:r>
      <w:proofErr w:type="spellStart"/>
      <w:r w:rsidRPr="00EF3E54">
        <w:t>analysis</w:t>
      </w:r>
      <w:r>
        <w:t>.sps</w:t>
      </w:r>
      <w:proofErr w:type="spellEnd"/>
    </w:p>
    <w:p w:rsidR="00EF3E54" w:rsidRDefault="00EF3E54">
      <w:r>
        <w:t>Includes recodes and computes for new variables and analysis.</w:t>
      </w:r>
    </w:p>
    <w:p w:rsidR="00EF3E54" w:rsidRDefault="0027717A" w:rsidP="0027717A">
      <w:pPr>
        <w:spacing w:after="0"/>
      </w:pPr>
      <w:proofErr w:type="spellStart"/>
      <w:r w:rsidRPr="0027717A">
        <w:t>EnglandChildminders</w:t>
      </w:r>
      <w:r>
        <w:t>.sps</w:t>
      </w:r>
      <w:proofErr w:type="spellEnd"/>
    </w:p>
    <w:p w:rsidR="0027717A" w:rsidRDefault="0027717A">
      <w:r>
        <w:t>Special analysis of childminders in England (2011-2014), to compare with Ofsted figures.</w:t>
      </w:r>
    </w:p>
    <w:p w:rsidR="0027717A" w:rsidRDefault="005C1B7A" w:rsidP="005C1B7A">
      <w:pPr>
        <w:spacing w:after="120"/>
      </w:pPr>
      <w:r w:rsidRPr="005C1B7A">
        <w:rPr>
          <w:b/>
        </w:rPr>
        <w:t>CESYP</w:t>
      </w:r>
      <w:r>
        <w:t xml:space="preserve"> (</w:t>
      </w:r>
      <w:r w:rsidRPr="005C1B7A">
        <w:t xml:space="preserve">Childcare and Early Years </w:t>
      </w:r>
      <w:r>
        <w:t>Survey of</w:t>
      </w:r>
      <w:r w:rsidRPr="005C1B7A">
        <w:t xml:space="preserve"> Parents</w:t>
      </w:r>
      <w:r>
        <w:t>)</w:t>
      </w:r>
    </w:p>
    <w:p w:rsidR="005C1B7A" w:rsidRDefault="005C1B7A" w:rsidP="009155FB">
      <w:pPr>
        <w:spacing w:after="0"/>
      </w:pPr>
      <w:proofErr w:type="spellStart"/>
      <w:r>
        <w:t>Match.sps</w:t>
      </w:r>
      <w:proofErr w:type="spellEnd"/>
    </w:p>
    <w:p w:rsidR="005C1B7A" w:rsidRDefault="005C1B7A">
      <w:r>
        <w:t xml:space="preserve">Matches files for two sections of the dataset: </w:t>
      </w:r>
      <w:r w:rsidRPr="005C1B7A">
        <w:t>chapters_3_and_4_summary</w:t>
      </w:r>
      <w:r>
        <w:t xml:space="preserve"> and </w:t>
      </w:r>
      <w:r w:rsidRPr="005C1B7A">
        <w:t>chapters_2_and_5-9_summary</w:t>
      </w:r>
      <w:r>
        <w:t>, with selection of variables for analysis. Saves new file.</w:t>
      </w:r>
    </w:p>
    <w:p w:rsidR="005C1B7A" w:rsidRDefault="005C1B7A" w:rsidP="009155FB">
      <w:pPr>
        <w:spacing w:after="0"/>
      </w:pPr>
      <w:r w:rsidRPr="005C1B7A">
        <w:t xml:space="preserve">CEYP </w:t>
      </w:r>
      <w:proofErr w:type="gramStart"/>
      <w:r w:rsidRPr="005C1B7A">
        <w:t>parents</w:t>
      </w:r>
      <w:proofErr w:type="gramEnd"/>
      <w:r w:rsidRPr="005C1B7A">
        <w:t xml:space="preserve"> analysis 2012</w:t>
      </w:r>
      <w:r>
        <w:t>sps</w:t>
      </w:r>
    </w:p>
    <w:p w:rsidR="005C1B7A" w:rsidRDefault="005C1B7A">
      <w:r>
        <w:t xml:space="preserve">Analysis using files from </w:t>
      </w:r>
      <w:proofErr w:type="spellStart"/>
      <w:r>
        <w:t>Match.sps</w:t>
      </w:r>
      <w:proofErr w:type="spellEnd"/>
      <w:r>
        <w:t>; computes new variables; multiple response analysis of childcare usage.</w:t>
      </w:r>
    </w:p>
    <w:p w:rsidR="005C1B7A" w:rsidRDefault="005C1B7A"/>
    <w:sectPr w:rsidR="005C1B7A" w:rsidSect="003F5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35"/>
    <w:rsid w:val="00024EFD"/>
    <w:rsid w:val="0027717A"/>
    <w:rsid w:val="003751F5"/>
    <w:rsid w:val="003F5B92"/>
    <w:rsid w:val="005C1B7A"/>
    <w:rsid w:val="005E5262"/>
    <w:rsid w:val="0066322F"/>
    <w:rsid w:val="00874A53"/>
    <w:rsid w:val="008A7534"/>
    <w:rsid w:val="009155FB"/>
    <w:rsid w:val="00933635"/>
    <w:rsid w:val="00A30CEC"/>
    <w:rsid w:val="00AC72F6"/>
    <w:rsid w:val="00B0367D"/>
    <w:rsid w:val="00D260A7"/>
    <w:rsid w:val="00E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9F506B-F1E2-432C-BA5D-4F9B90A2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A53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7534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534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5262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534"/>
    <w:rPr>
      <w:rFonts w:ascii="Arial" w:eastAsiaTheme="majorEastAsia" w:hAnsi="Arial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7534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5262"/>
    <w:rPr>
      <w:rFonts w:ascii="Arial" w:eastAsiaTheme="majorEastAsia" w:hAnsi="Arial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Charlie\A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Arial.dotx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Owen</dc:creator>
  <cp:lastModifiedBy>Charlie Owen</cp:lastModifiedBy>
  <cp:revision>2</cp:revision>
  <dcterms:created xsi:type="dcterms:W3CDTF">2015-10-29T17:00:00Z</dcterms:created>
  <dcterms:modified xsi:type="dcterms:W3CDTF">2015-10-29T17:00:00Z</dcterms:modified>
</cp:coreProperties>
</file>