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51" w:rsidRDefault="00FA5751" w:rsidP="00216936">
      <w:pPr>
        <w:ind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Questionnaire 1 – </w:t>
      </w:r>
      <w:r w:rsidRPr="008E44B6">
        <w:rPr>
          <w:b/>
          <w:sz w:val="28"/>
          <w:szCs w:val="28"/>
        </w:rPr>
        <w:t>Code book Inequalities project</w:t>
      </w:r>
      <w:r>
        <w:rPr>
          <w:b/>
          <w:sz w:val="28"/>
          <w:szCs w:val="28"/>
        </w:rPr>
        <w:t xml:space="preserve"> – Lower Secondary</w:t>
      </w: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90"/>
        <w:gridCol w:w="1564"/>
        <w:gridCol w:w="4673"/>
      </w:tblGrid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F2CD8">
              <w:rPr>
                <w:b/>
                <w:sz w:val="24"/>
                <w:szCs w:val="24"/>
              </w:rPr>
              <w:t>Item in questionnaire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 name in d</w:t>
            </w:r>
            <w:r w:rsidRPr="00532E0C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32E0C">
              <w:rPr>
                <w:b/>
                <w:sz w:val="24"/>
                <w:szCs w:val="24"/>
              </w:rPr>
              <w:t>Values and value labels in database</w:t>
            </w:r>
          </w:p>
          <w:p w:rsidR="00FA5751" w:rsidRPr="00532E0C" w:rsidRDefault="00FA5751" w:rsidP="00532E0C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</w:p>
        </w:tc>
      </w:tr>
      <w:tr w:rsidR="00FA5751" w:rsidRPr="00A14AE7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code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resp</w:t>
            </w:r>
          </w:p>
        </w:tc>
        <w:tc>
          <w:tcPr>
            <w:tcW w:w="4673" w:type="dxa"/>
          </w:tcPr>
          <w:p w:rsidR="00FA5751" w:rsidRPr="005161C1" w:rsidRDefault="00FA5751" w:rsidP="00532E0C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[</w:t>
            </w:r>
            <w:r w:rsidRPr="005161C1">
              <w:rPr>
                <w:sz w:val="18"/>
                <w:szCs w:val="18"/>
                <w:lang w:val="fr-FR"/>
              </w:rPr>
              <w:t>Unique respondent number on questionnaire</w:t>
            </w:r>
            <w:r>
              <w:rPr>
                <w:sz w:val="18"/>
                <w:szCs w:val="18"/>
                <w:lang w:val="fr-FR"/>
              </w:rPr>
              <w:t>]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country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England</w:t>
                </w:r>
              </w:smartTag>
            </w:smartTag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Denmark</w:t>
                </w:r>
              </w:smartTag>
            </w:smartTag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2 – </w:t>
            </w:r>
            <w:smartTag w:uri="urn:schemas-microsoft-com:office:smarttags" w:element="country-region">
              <w:smartTag w:uri="urn:schemas-microsoft-com:office:smarttags" w:element="place">
                <w:r w:rsidRPr="00532E0C">
                  <w:rPr>
                    <w:sz w:val="18"/>
                    <w:szCs w:val="18"/>
                  </w:rPr>
                  <w:t>Germany</w:t>
                </w:r>
              </w:smartTag>
            </w:smartTag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3 – </w:t>
            </w:r>
            <w:smartTag w:uri="urn:schemas-microsoft-com:office:smarttags" w:element="country-region">
              <w:smartTag w:uri="urn:schemas-microsoft-com:office:smarttags" w:element="place">
                <w:r w:rsidRPr="00532E0C">
                  <w:rPr>
                    <w:sz w:val="18"/>
                    <w:szCs w:val="18"/>
                  </w:rPr>
                  <w:t>France</w:t>
                </w:r>
              </w:smartTag>
            </w:smartTag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–</w:t>
            </w:r>
            <w:r w:rsidRPr="00532E0C">
              <w:rPr>
                <w:sz w:val="18"/>
                <w:szCs w:val="1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532E0C">
                  <w:rPr>
                    <w:sz w:val="18"/>
                    <w:szCs w:val="18"/>
                  </w:rPr>
                  <w:t>Singapore</w:t>
                </w:r>
              </w:smartTag>
            </w:smartTag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01284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FA5751" w:rsidRPr="00532E0C" w:rsidRDefault="00FA5751" w:rsidP="0001284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schooltype</w:t>
            </w:r>
          </w:p>
        </w:tc>
        <w:tc>
          <w:tcPr>
            <w:tcW w:w="4673" w:type="dxa"/>
          </w:tcPr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lower secondary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upper secondary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87F1B">
              <w:rPr>
                <w:sz w:val="18"/>
                <w:szCs w:val="18"/>
              </w:rPr>
              <w:t>3 – higher education</w:t>
            </w:r>
          </w:p>
          <w:p w:rsidR="00FA5751" w:rsidRPr="00087F1B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private school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schoolno</w:t>
            </w:r>
          </w:p>
        </w:tc>
        <w:tc>
          <w:tcPr>
            <w:tcW w:w="4673" w:type="dxa"/>
          </w:tcPr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1 – first LS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LS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3 – third LS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4 – first UP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5 – second UP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6 – private school Eng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7 – first HE Engl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>8 – second HE Engl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11 – first LS school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12 – second LS school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13 – third LS school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14 – first UP school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17 – first HE DK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18 – second HE DK</w:t>
            </w:r>
          </w:p>
          <w:p w:rsidR="00FA5751" w:rsidRPr="000C4AF9" w:rsidRDefault="00FA5751" w:rsidP="00134D44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0C4AF9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first HE institution</w:t>
            </w:r>
            <w:r w:rsidRPr="000C4AF9">
              <w:rPr>
                <w:sz w:val="18"/>
                <w:szCs w:val="18"/>
              </w:rPr>
              <w:t xml:space="preserve"> Ger</w:t>
            </w:r>
            <w:r>
              <w:rPr>
                <w:sz w:val="18"/>
                <w:szCs w:val="18"/>
              </w:rPr>
              <w:t xml:space="preserve"> (Tertiärer)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21 – first LS school Ger</w:t>
            </w:r>
            <w:r>
              <w:rPr>
                <w:sz w:val="18"/>
                <w:szCs w:val="18"/>
              </w:rPr>
              <w:t xml:space="preserve"> (Spranger1)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22 – second LS school Ger</w:t>
            </w:r>
            <w:r>
              <w:rPr>
                <w:sz w:val="18"/>
                <w:szCs w:val="18"/>
              </w:rPr>
              <w:t xml:space="preserve"> (Hebel1)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23 – third LS school Ger</w:t>
            </w:r>
            <w:r>
              <w:rPr>
                <w:sz w:val="18"/>
                <w:szCs w:val="18"/>
              </w:rPr>
              <w:t xml:space="preserve"> (Hebel2)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 xml:space="preserve">24 – </w:t>
            </w:r>
            <w:r>
              <w:rPr>
                <w:sz w:val="18"/>
                <w:szCs w:val="18"/>
              </w:rPr>
              <w:t>fourth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(Elisabeth)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fifth LS</w:t>
            </w:r>
            <w:r w:rsidRPr="000C4AF9">
              <w:rPr>
                <w:sz w:val="18"/>
                <w:szCs w:val="18"/>
              </w:rPr>
              <w:t xml:space="preserve"> school Ger</w:t>
            </w:r>
            <w:r>
              <w:rPr>
                <w:sz w:val="18"/>
                <w:szCs w:val="18"/>
              </w:rPr>
              <w:t xml:space="preserve"> (Petersen)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– sixth LS school Ger (Nohl)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– first US school (Spranger2)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– second US school Ger (Brentano)</w:t>
            </w:r>
          </w:p>
          <w:p w:rsidR="00FA5751" w:rsidRPr="00A14AE7" w:rsidRDefault="00FA5751" w:rsidP="008E098F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A14AE7">
              <w:rPr>
                <w:sz w:val="18"/>
                <w:szCs w:val="18"/>
                <w:lang w:val="de-DE"/>
              </w:rPr>
              <w:t>29 – third US school Ger (Kerschensteiner)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31 – first LS school Fra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32 – second LS school Fra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33 – third LS school Fra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34 – first UP school Fra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Fra</w:t>
            </w:r>
          </w:p>
          <w:p w:rsidR="00FA5751" w:rsidRPr="000C4AF9" w:rsidRDefault="00FA5751" w:rsidP="008E098F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37 – first HE Fra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41 – first LS school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42 – second LS school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43 – third LS school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44 – first UP school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–</w:t>
            </w:r>
            <w:r w:rsidRPr="000C4AF9">
              <w:rPr>
                <w:sz w:val="18"/>
                <w:szCs w:val="18"/>
              </w:rPr>
              <w:t xml:space="preserve"> second UP school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47 – first HE Sing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48 – second HE Sing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classno </w:t>
            </w:r>
          </w:p>
        </w:tc>
        <w:tc>
          <w:tcPr>
            <w:tcW w:w="4673" w:type="dxa"/>
          </w:tcPr>
          <w:p w:rsidR="00FA5751" w:rsidRPr="00C157DC" w:rsidRDefault="00FA5751" w:rsidP="00313079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[SPSS doesn’t display initial ‘0’]</w:t>
            </w:r>
          </w:p>
          <w:p w:rsidR="00FA5751" w:rsidRPr="00C157DC" w:rsidRDefault="00FA5751" w:rsidP="00313079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C157DC">
              <w:rPr>
                <w:i/>
                <w:sz w:val="18"/>
                <w:szCs w:val="18"/>
              </w:rPr>
              <w:t>[code = schoolno &amp; class letter (a=1, b=2, c=3...)]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 – Eng / first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 – Eng / first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 – Eng / first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 – Eng / first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– Eng / second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– Eng / second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023 – Eng / second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 – Eng / second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025 – Eng / second LS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026 – Eng / second LS school / sixth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– Eng / third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– Eng / third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033 – Eng / third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034 – Eng / third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035 – Eng / third LS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 – Eng / first UP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042 – Eng / first UP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043 – Eng / first UP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044 – Eng / first UP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045 – Eng / first UP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 – Eng / first UP school / sixth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047 – Eng / first UP school / seventh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 – Eng / first UP school / eighth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051 – Eng / second UP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 – Eng / second UP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 – Eng / second UP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054 – Eng / second UP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 – Eng / second UP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056 – Eng / second UP school / sixth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– Eng / private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 – Eng / private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063 – Eng / private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064 – Eng / private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– Eng / first HE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072 – Eng / first HE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– Den / first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– Den / first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– Den / first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– Den / first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– Den / second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– Den / second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– Den / second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– Den / second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– Den / first HE institution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– Ger / first HE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– Ger / first HE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 – Ger / first HE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 – Ger / first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 – Ger / first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 – Ger / first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 – Ger / first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 – Ger / first LS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 – Ger / second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 – Ger / third LS school / first class</w:t>
            </w:r>
          </w:p>
          <w:p w:rsidR="00FA5751" w:rsidRDefault="00FA5751" w:rsidP="00DD50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 – Ger / third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 – Ger / fourth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 – Ger / fourth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 – Ger / fourth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 – Ger / fourth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 – Ger / fifth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 – Ger / fifth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– Ger / sixth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 – Ger / sixth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– Ger / sixth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 – Ger / sixth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 – Ger / sixth LS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– Ger / first UP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 – Ger / first UP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 – Ger / first UP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 – Ger / first UP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 – Ger / first UP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– Ger / first UP school / sixth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 – Ger / second UP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 – Ger / second UP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– Ger / second UP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 – Ger / second UP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 – Ger / second UP school / fifth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 – Ger / second UP school / sixth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 – Ger / second UP school / seventh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 – Ger / second UP school / eighth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 – Ger / third UP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2810 – Ger / second UP school / tenth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2811 – Ger / second UP school / eleventh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 – Ger / second UP school / thirteenth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2814 – Ger / second UP school / fourteenth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– Fra / first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 – Fra / first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 – Fra / first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 – Fra / first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– Fra / second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 – Fra / second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 – Fra / second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 – Fra / second LS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 – Fra / third LS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– Fra / third LS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– Fra / third LS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341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342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343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344 – Fra / first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351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first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352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second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353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third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354 – Fra / second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18"/>
                    <w:szCs w:val="18"/>
                  </w:rPr>
                  <w:t>US</w:t>
                </w:r>
              </w:smartTag>
            </w:smartTag>
            <w:r>
              <w:rPr>
                <w:sz w:val="18"/>
                <w:szCs w:val="18"/>
              </w:rPr>
              <w:t xml:space="preserve"> school / fourth class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 – Sin / first UP school / first class</w:t>
            </w:r>
          </w:p>
          <w:p w:rsidR="00FA5751" w:rsidRDefault="00FA5751" w:rsidP="009E0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 – Sin / first UP school / second class</w:t>
            </w:r>
          </w:p>
          <w:p w:rsidR="00FA5751" w:rsidRDefault="00FA5751" w:rsidP="009E0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 – Sin / first UP school / third class</w:t>
            </w:r>
          </w:p>
          <w:p w:rsidR="00FA5751" w:rsidRPr="000C4AF9" w:rsidRDefault="00FA5751" w:rsidP="00453A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– Sin / first UP school / fourth class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6C65ED" w:rsidRDefault="00FA5751" w:rsidP="006C65E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C65ED">
              <w:rPr>
                <w:i/>
                <w:sz w:val="18"/>
                <w:szCs w:val="18"/>
              </w:rPr>
              <w:t>[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18"/>
                    <w:szCs w:val="18"/>
                  </w:rPr>
                  <w:t>England</w:t>
                </w:r>
              </w:smartTag>
            </w:smartTag>
            <w:r>
              <w:rPr>
                <w:i/>
                <w:sz w:val="18"/>
                <w:szCs w:val="18"/>
              </w:rPr>
              <w:t xml:space="preserve"> school ‘03’ only]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focusgroup</w:t>
            </w:r>
          </w:p>
        </w:tc>
        <w:tc>
          <w:tcPr>
            <w:tcW w:w="4673" w:type="dxa"/>
          </w:tcPr>
          <w:p w:rsidR="00FA5751" w:rsidRPr="006C65ED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6C65ED">
              <w:rPr>
                <w:sz w:val="18"/>
                <w:szCs w:val="18"/>
              </w:rPr>
              <w:t xml:space="preserve">1 - </w:t>
            </w:r>
            <w:r>
              <w:rPr>
                <w:sz w:val="18"/>
                <w:szCs w:val="18"/>
              </w:rPr>
              <w:t>member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301E48" w:rsidRDefault="00FA5751" w:rsidP="00532E0C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01E48">
              <w:rPr>
                <w:i/>
                <w:sz w:val="18"/>
                <w:szCs w:val="18"/>
              </w:rPr>
              <w:t>[Germany only]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schooltrack</w:t>
            </w:r>
          </w:p>
        </w:tc>
        <w:tc>
          <w:tcPr>
            <w:tcW w:w="4673" w:type="dxa"/>
          </w:tcPr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1-LS lowest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2-LS middle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3-LS highest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4-US vocational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5-special needs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6-US academic track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7-HE humanities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8-HE science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9-HE generalist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ethnicmix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 – Mainly minority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 – Mixed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– Mainly white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A1.1. Female or male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gender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 xml:space="preserve">1-girl 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 boy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A1.2. Date born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birth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year of birth</w:t>
            </w:r>
            <w:r>
              <w:rPr>
                <w:sz w:val="18"/>
                <w:szCs w:val="18"/>
              </w:rPr>
              <w:t xml:space="preserve"> yyyy]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A2.1. Born in survey country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</w:t>
            </w:r>
          </w:p>
        </w:tc>
        <w:tc>
          <w:tcPr>
            <w:tcW w:w="4673" w:type="dxa"/>
          </w:tcPr>
          <w:p w:rsidR="00FA5751" w:rsidRPr="0008258C" w:rsidRDefault="00FA5751" w:rsidP="0008258C">
            <w:pPr>
              <w:spacing w:after="0" w:line="240" w:lineRule="auto"/>
              <w:rPr>
                <w:sz w:val="18"/>
                <w:szCs w:val="18"/>
              </w:rPr>
            </w:pPr>
            <w:r w:rsidRPr="0008258C">
              <w:rPr>
                <w:sz w:val="18"/>
                <w:szCs w:val="18"/>
              </w:rPr>
              <w:t>1 – yes</w:t>
            </w:r>
          </w:p>
          <w:p w:rsidR="00FA5751" w:rsidRPr="0008258C" w:rsidRDefault="00FA5751" w:rsidP="0008258C">
            <w:pPr>
              <w:spacing w:after="0" w:line="240" w:lineRule="auto"/>
              <w:rPr>
                <w:sz w:val="18"/>
                <w:szCs w:val="18"/>
              </w:rPr>
            </w:pPr>
            <w:r w:rsidRPr="0008258C">
              <w:rPr>
                <w:sz w:val="18"/>
                <w:szCs w:val="18"/>
              </w:rPr>
              <w:t>2 – no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A2.2 Mother born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bornmother</w:t>
            </w:r>
          </w:p>
        </w:tc>
        <w:tc>
          <w:tcPr>
            <w:tcW w:w="4673" w:type="dxa"/>
          </w:tcPr>
          <w:p w:rsidR="00FA5751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ISO number for country</w:t>
            </w:r>
            <w:r>
              <w:rPr>
                <w:sz w:val="18"/>
                <w:szCs w:val="18"/>
              </w:rPr>
              <w:t>]</w:t>
            </w:r>
          </w:p>
          <w:p w:rsidR="00FA5751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FA5751" w:rsidRDefault="00FA5751" w:rsidP="00AB4E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FA5751" w:rsidRDefault="00FA5751" w:rsidP="00EE1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FA5751" w:rsidRDefault="00FA5751" w:rsidP="00EE1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FA5751" w:rsidRDefault="00FA5751" w:rsidP="00EE1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FA5751" w:rsidRPr="00532E0C" w:rsidRDefault="00FA5751" w:rsidP="00EE1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A2.3 Father born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bornfather</w:t>
            </w:r>
          </w:p>
        </w:tc>
        <w:tc>
          <w:tcPr>
            <w:tcW w:w="4673" w:type="dxa"/>
          </w:tcPr>
          <w:p w:rsidR="00FA5751" w:rsidRDefault="00FA5751" w:rsidP="000825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532E0C">
              <w:rPr>
                <w:sz w:val="18"/>
                <w:szCs w:val="18"/>
              </w:rPr>
              <w:t>ISO number for country</w:t>
            </w:r>
            <w:r>
              <w:rPr>
                <w:sz w:val="18"/>
                <w:szCs w:val="18"/>
              </w:rPr>
              <w:t xml:space="preserve">] </w:t>
            </w:r>
          </w:p>
          <w:p w:rsidR="00FA5751" w:rsidRDefault="00FA5751" w:rsidP="000825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– Africa</w:t>
            </w:r>
          </w:p>
          <w:p w:rsidR="00FA5751" w:rsidRDefault="00FA5751" w:rsidP="00AB4E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 – West Indies</w:t>
            </w:r>
          </w:p>
          <w:p w:rsidR="00FA5751" w:rsidRDefault="00FA5751" w:rsidP="00EE1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 – Antilles</w:t>
            </w:r>
          </w:p>
          <w:p w:rsidR="00FA5751" w:rsidRDefault="00FA5751" w:rsidP="00C06F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 – Caribbean</w:t>
            </w:r>
          </w:p>
          <w:p w:rsidR="00FA5751" w:rsidRDefault="00FA5751" w:rsidP="00C06F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 – Asia</w:t>
            </w:r>
          </w:p>
          <w:p w:rsidR="00FA5751" w:rsidRPr="00532E0C" w:rsidRDefault="00FA5751" w:rsidP="00C06F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 – Kashmir [area unspecified]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A2.4 Speak [state language] at home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languagehome</w:t>
            </w:r>
          </w:p>
        </w:tc>
        <w:tc>
          <w:tcPr>
            <w:tcW w:w="4673" w:type="dxa"/>
          </w:tcPr>
          <w:p w:rsidR="00FA5751" w:rsidRPr="000C4AF9" w:rsidRDefault="00FA5751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never</w:t>
            </w:r>
          </w:p>
          <w:p w:rsidR="00FA5751" w:rsidRPr="000C4AF9" w:rsidRDefault="00FA5751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sometimes</w:t>
            </w:r>
          </w:p>
          <w:p w:rsidR="00FA5751" w:rsidRPr="000C4AF9" w:rsidRDefault="00FA5751" w:rsidP="00336235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Pr="000C4AF9">
              <w:rPr>
                <w:sz w:val="18"/>
                <w:szCs w:val="18"/>
              </w:rPr>
              <w:t>always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A2.5 describe yourself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identity</w:t>
            </w:r>
          </w:p>
        </w:tc>
        <w:tc>
          <w:tcPr>
            <w:tcW w:w="4673" w:type="dxa"/>
          </w:tcPr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0-Other – not specified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1-white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2-black Caribbean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3-black African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4-black Other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6-Pakistani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7-Bangladeshi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8-Chinese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9-Turkish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10-Moroccan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11-Greek or Greek Cypriot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12-Portuguese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13-Arab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14-Medditeranian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15-Eastern European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18-Sri Lankan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19-Iranian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20-Kurdish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21-Somalian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23-Afghani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24-Iraqi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25-Bosnian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26-Lebanese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27-Palestinian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30-Albanian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37-German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38-Danish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44-Saudi Arabian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46-Kosovan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47-Middle Eastern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48-Dutch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49-Latino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50-Georgian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51-South American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52-Ethiopian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53-Scandinavian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54-Swedish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55-Italian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56-Russian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57-European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58-British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59-Thai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60-Serbian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61-Vietnamese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62-Black British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63-Japanese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64-Myanmari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65-Nepalese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66-white other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67-Asian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68-Mauritian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115-mixed black white 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116-mixed black white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117-mixed Asian white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118-mixed black 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119-mixed white Korean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120-mixed British African Caribbean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121-mixed white Irish Black Caribbean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122-mixed white Pakistani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123-mixed Malay Burmese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124-mixed Malay Boyanese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125-mixed Chinese English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126-mixed Turkish Pakistani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128-mixed white Arab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129-mixed white Chinese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130-mixed black Caribbean African British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131-mixed Moroccan Danish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132-mixed Turkish Albanian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133-mixed white Turkish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134-mixed Afghani Pakistani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135-mixed Palestinian Lebanese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136-mixed Turkish Cypriot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139-mixed Somalian Italian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140-mixed Danish Irish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141-mixed Danish Arabic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142-mixed white 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143-mixed white Indian Chinese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144-mixed German Turkish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145-mixed Pakistani Bangladeshi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150-mixed white Iranian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151-mixed white Tunisian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152-mixed British 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153-mixed white black African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154-mixed British Pakistani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155-mixed black Caribbean African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156-mixed British Bangladeshi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157-mixed British Asian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158-mixed white Iranian Danish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159-mixed white Polish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160-mixed Danish Mexican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161-mixed German British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162-mixed Chinese Malay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163-mixed Chinese Malay Eurasian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164-mixed Malay Indian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165-mixed white Danish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166-mixed Chinese Palestinian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167-mixed East African Asian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168-mixed Arabic Turkish Brazilian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169-mixed German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170-mixed German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171-mixed German American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172-mixed Turkish American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173-mixed German Yugoslavian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174-mixed Arabic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175-mixed Kurdish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176-mixed German Sri Lankan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177-mixed German gypsy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178-mixed German Swiss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179-mixed German Russian Australian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180-mixed German Kurdish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Pr="00BC017C" w:rsidRDefault="00FA5751" w:rsidP="00313079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[German q</w:t>
            </w:r>
            <w:r w:rsidRPr="00BC017C">
              <w:rPr>
                <w:i/>
                <w:sz w:val="18"/>
                <w:szCs w:val="18"/>
              </w:rPr>
              <w:t>uestionnaires]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1000-foreigner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1001-local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1002-majority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1003-minority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1004-migrant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1100-local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1101-local majority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1102-local majority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1103-foreigner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1104-European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1105-local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1106-local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1107-majority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1108-local minority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1109-foreigner minority migrant European Arabic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1110-foreigner migrant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1111-foreigner local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1112-migrant German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1113-foreigner minority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1114-repatriate European German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1115-local minority German Arabic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1116-local German Polish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1117-minority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1118-minority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1119-European German Polish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1120-foreigner local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1121-local majority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1122-foreigner European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1123-foreigner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1124-foreigner Kurdish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1125-foreigner Russian Armenian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1126-foreigner majority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1127-foreigner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1128-foreigner European Kurdish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1129-foreigner European German Kurdish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1130-migrant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1131-foreigner migrant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1132-foreigner Turkish Greek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1133-foreigner Arabic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1134-repatriate German Belgian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1135-European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1136-foreigner European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1137-foreigner Arabic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1138-foreigner majority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1139-foreigner European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1140-repatriate German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1141-migrant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1142-foreigner migrant Vietnamese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1143-foreigner German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1144-foreigner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1145-migrant Serbian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1146-European Greek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1147-foreigner migrant German Kurdish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1148-foreigner migrant German Turkish Greek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1149-local European German Kurdish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1150-foreigner Afghani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1151-minority Polish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1152-foreigner German Assyrian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1153-foreigner Arabic Assyrian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1154-foreigner local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1155-foreigner repatriate European German Polish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1156-repatriate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1157-European Italian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1158-European Bulgarian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1159-mixed German Turkish Italian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1160-foreigner minority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1161-foreigner minority Croatian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1162-foreigner European Bosnian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1163-foreigner migrant European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1164-migrant European Russian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1165-foreigner migrant Croatian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1166-local minority European German French Jugoslav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1167-repatriate European German Russian Estonian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1168-foreigner local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1169-foreigner minority European German Ahmadi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1170-European German Silesian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1171-foreigner migrant American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1172-majority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1173-foreigner local majority minority European German</w:t>
            </w:r>
          </w:p>
          <w:p w:rsidR="00FA5751" w:rsidRDefault="00FA5751" w:rsidP="005C55D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1174-repatriate migrant</w:t>
            </w:r>
          </w:p>
          <w:p w:rsidR="00FA5751" w:rsidRDefault="00FA5751" w:rsidP="005C55D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1175-foreigner Bosnian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1176-European German Aramean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1177-European German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1178-foreigner minority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1179-local migrant Arabic German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1180-foreigner migrant German Turkish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1181-repatriate European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1182-foreigner African American</w:t>
            </w: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</w:p>
          <w:p w:rsidR="00FA5751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1184 Malay</w:t>
            </w:r>
          </w:p>
          <w:p w:rsidR="00FA5751" w:rsidRPr="000C4AF9" w:rsidRDefault="00FA5751" w:rsidP="00313079">
            <w:pPr>
              <w:tabs>
                <w:tab w:val="left" w:pos="989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 Burmese and chinese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A3.1 belonging religion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religion</w:t>
            </w:r>
          </w:p>
        </w:tc>
        <w:tc>
          <w:tcPr>
            <w:tcW w:w="4673" w:type="dxa"/>
          </w:tcPr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1-None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2-christian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3-Jewish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4-Muslim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5-Hindu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6-Buddhist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7-Orthodox</w:t>
            </w:r>
          </w:p>
          <w:p w:rsidR="00FA5751" w:rsidRPr="000C4AF9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8-Other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9-Don’t know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10-Catholic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11-Protestant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12-Alevis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100-mixed Catholic Muslim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101-Protestant/Evangelical Free Church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102-Asatru [Nordic pagan]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103-New Apostolic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104-mixed Muslim Alevis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105-Yazidi/Yezidi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106-Catholic orthodox</w:t>
            </w:r>
          </w:p>
          <w:p w:rsidR="00FA5751" w:rsidRDefault="00FA5751" w:rsidP="003130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107-Jehovah’s Witness</w:t>
            </w:r>
          </w:p>
          <w:p w:rsidR="00FA5751" w:rsidRDefault="00FA5751" w:rsidP="00204B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108-Shinto</w:t>
            </w:r>
          </w:p>
          <w:p w:rsidR="00FA5751" w:rsidRDefault="00FA5751" w:rsidP="00204B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109-mixed Protestant Buddhist</w:t>
            </w:r>
          </w:p>
          <w:p w:rsidR="00FA5751" w:rsidRDefault="00FA5751" w:rsidP="00204B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110-pagan</w:t>
            </w:r>
          </w:p>
          <w:p w:rsidR="00FA5751" w:rsidRDefault="00FA5751" w:rsidP="00204B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111-Syrian Orthodox</w:t>
            </w:r>
          </w:p>
          <w:p w:rsidR="00FA5751" w:rsidRPr="000C4AF9" w:rsidRDefault="00FA5751" w:rsidP="00204B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112-Jediism [Star Wars]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A4.1 books at home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books</w:t>
            </w:r>
          </w:p>
        </w:tc>
        <w:tc>
          <w:tcPr>
            <w:tcW w:w="4673" w:type="dxa"/>
          </w:tcPr>
          <w:p w:rsidR="00FA5751" w:rsidRDefault="00FA5751" w:rsidP="003D001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0-none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1-10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11-50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3 - </w:t>
            </w:r>
            <w:r w:rsidRPr="00532E0C">
              <w:rPr>
                <w:sz w:val="18"/>
                <w:szCs w:val="18"/>
              </w:rPr>
              <w:t>51-100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101-200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Pr="00532E0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532E0C">
              <w:rPr>
                <w:sz w:val="18"/>
                <w:szCs w:val="18"/>
              </w:rPr>
              <w:t>more than 200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A5.1 mother in education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educmother</w:t>
            </w:r>
          </w:p>
        </w:tc>
        <w:tc>
          <w:tcPr>
            <w:tcW w:w="4673" w:type="dxa"/>
          </w:tcPr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A5.2</w:t>
            </w:r>
            <w:r w:rsidRPr="00EF2CD8">
              <w:rPr>
                <w:b/>
                <w:sz w:val="18"/>
                <w:szCs w:val="18"/>
              </w:rPr>
              <w:t xml:space="preserve"> father in education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educfather</w:t>
            </w:r>
          </w:p>
        </w:tc>
        <w:tc>
          <w:tcPr>
            <w:tcW w:w="4673" w:type="dxa"/>
          </w:tcPr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0-left before 15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1-left full time education at 15 or 16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2-left after college or sixth form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3-studied at university level</w:t>
            </w:r>
          </w:p>
          <w:p w:rsidR="00FA5751" w:rsidRPr="000C4AF9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0C4AF9">
              <w:rPr>
                <w:sz w:val="18"/>
                <w:szCs w:val="18"/>
              </w:rPr>
              <w:t>4-don’t know</w:t>
            </w:r>
          </w:p>
        </w:tc>
      </w:tr>
      <w:tr w:rsidR="00FA5751" w:rsidRPr="00532E0C" w:rsidTr="00A14AE7">
        <w:tc>
          <w:tcPr>
            <w:tcW w:w="1990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A5.3 highest level of education you expect to gain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expecteduc</w:t>
            </w:r>
          </w:p>
        </w:tc>
        <w:tc>
          <w:tcPr>
            <w:tcW w:w="4673" w:type="dxa"/>
          </w:tcPr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0.0-Don’t know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0.5-Nothing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1-Lower secondary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2-Upper secondary vocational</w:t>
            </w:r>
            <w:r>
              <w:rPr>
                <w:sz w:val="18"/>
                <w:szCs w:val="18"/>
              </w:rPr>
              <w:t xml:space="preserve"> [NVQ, BTEC, C&amp;G, VTCT, Diploma]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1E558D">
              <w:rPr>
                <w:sz w:val="18"/>
                <w:szCs w:val="18"/>
              </w:rPr>
              <w:t>2.5-Upper secondary academic</w:t>
            </w:r>
            <w:r>
              <w:rPr>
                <w:sz w:val="18"/>
                <w:szCs w:val="18"/>
              </w:rPr>
              <w:t xml:space="preserve"> [A-level, GCSE, STX, HF]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3-Upper secondary (not specified)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3.5-Polytechnic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4-Bachelor</w:t>
            </w:r>
            <w:r>
              <w:rPr>
                <w:sz w:val="18"/>
                <w:szCs w:val="18"/>
              </w:rPr>
              <w:t>’s [Den=Candidat]</w:t>
            </w:r>
          </w:p>
          <w:p w:rsidR="00FA5751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 xml:space="preserve">4.5-Professional qual [e.g. ACCA, law school, med school, dental school, </w:t>
            </w:r>
            <w:r>
              <w:rPr>
                <w:sz w:val="18"/>
                <w:szCs w:val="18"/>
              </w:rPr>
              <w:t xml:space="preserve">Staats Examen, </w:t>
            </w:r>
            <w:r w:rsidRPr="00335970">
              <w:rPr>
                <w:sz w:val="18"/>
                <w:szCs w:val="18"/>
              </w:rPr>
              <w:t>etc]</w:t>
            </w:r>
            <w:r>
              <w:rPr>
                <w:sz w:val="18"/>
                <w:szCs w:val="18"/>
              </w:rPr>
              <w:t xml:space="preserve"> or technical college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5-Master</w:t>
            </w:r>
            <w:r>
              <w:rPr>
                <w:sz w:val="18"/>
                <w:szCs w:val="18"/>
              </w:rPr>
              <w:t>’</w:t>
            </w:r>
            <w:r w:rsidRPr="0047298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[Den=Cand.Mag.]</w:t>
            </w:r>
          </w:p>
          <w:p w:rsidR="00FA5751" w:rsidRPr="00472982" w:rsidRDefault="00FA5751" w:rsidP="008E098F">
            <w:pPr>
              <w:spacing w:after="0" w:line="240" w:lineRule="auto"/>
              <w:rPr>
                <w:sz w:val="18"/>
                <w:szCs w:val="18"/>
              </w:rPr>
            </w:pPr>
            <w:r w:rsidRPr="00472982">
              <w:rPr>
                <w:sz w:val="18"/>
                <w:szCs w:val="18"/>
              </w:rPr>
              <w:t>6-PhD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</w:tcPr>
          <w:p w:rsidR="00FA5751" w:rsidRPr="00087F1B" w:rsidRDefault="00FA5751" w:rsidP="001774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</w:t>
            </w:r>
          </w:p>
        </w:tc>
        <w:tc>
          <w:tcPr>
            <w:tcW w:w="4673" w:type="dxa"/>
          </w:tcPr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0.5 - good job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1.5 - something fun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professional footballer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teacher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coach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engineer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dentist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business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8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pharmacist</w:t>
            </w:r>
            <w:r>
              <w:rPr>
                <w:sz w:val="18"/>
                <w:szCs w:val="18"/>
              </w:rPr>
              <w:t xml:space="preserve"> / druggist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language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doctor / surgeon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scientist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veterinarian / zoo keeper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historian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secretary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carpenter</w:t>
            </w:r>
            <w:r>
              <w:rPr>
                <w:sz w:val="18"/>
                <w:szCs w:val="18"/>
              </w:rPr>
              <w:t xml:space="preserve"> / joiner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office administrator</w:t>
            </w:r>
            <w:r>
              <w:rPr>
                <w:sz w:val="18"/>
                <w:szCs w:val="18"/>
              </w:rPr>
              <w:t>/worker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self-employed / own business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ethnographer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19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chef</w:t>
            </w:r>
            <w:r>
              <w:rPr>
                <w:sz w:val="18"/>
                <w:szCs w:val="18"/>
              </w:rPr>
              <w:t xml:space="preserve"> / baking / catering / cook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20 - social worker / care worker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21 - lawyer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22 - nurse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23 - designer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24 - psychologist / forensic psychologist</w:t>
            </w:r>
            <w:r>
              <w:rPr>
                <w:sz w:val="18"/>
                <w:szCs w:val="18"/>
              </w:rPr>
              <w:t xml:space="preserve"> / sociology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cosmetician</w:t>
            </w:r>
            <w:r>
              <w:rPr>
                <w:sz w:val="18"/>
                <w:szCs w:val="18"/>
              </w:rPr>
              <w:t xml:space="preserve"> / beautician / stylist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26 </w:t>
            </w:r>
            <w:r>
              <w:rPr>
                <w:sz w:val="18"/>
                <w:szCs w:val="18"/>
              </w:rPr>
              <w:t>–</w:t>
            </w:r>
            <w:r w:rsidRPr="00F167DA">
              <w:rPr>
                <w:sz w:val="18"/>
                <w:szCs w:val="18"/>
              </w:rPr>
              <w:t xml:space="preserve"> architect</w:t>
            </w:r>
            <w:r>
              <w:rPr>
                <w:sz w:val="18"/>
                <w:szCs w:val="18"/>
              </w:rPr>
              <w:t xml:space="preserve"> / technical surveyor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27 - accountant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28 - make-up artist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29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university </w:t>
            </w:r>
            <w:r w:rsidRPr="00F167DA">
              <w:rPr>
                <w:sz w:val="18"/>
                <w:szCs w:val="18"/>
              </w:rPr>
              <w:t>researcher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31 - astronaut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32 - dental hygiene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33 - criminology / police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34 - work with children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35 - finance and banking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36 - media and events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37 - hairdresser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38 - linguistics and culture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39 - electrician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40 - mechanic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41 - builder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42 - photographer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43 - manager / executive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44 - Christian Youth Officer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45 - pilot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46 - street sweeper</w:t>
            </w:r>
            <w:r>
              <w:rPr>
                <w:sz w:val="18"/>
                <w:szCs w:val="18"/>
              </w:rPr>
              <w:t xml:space="preserve"> / bin man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47 - horse trainer / stablehand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48 - pathology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49 - journalist / writer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50 - technical area</w:t>
            </w:r>
            <w:r>
              <w:rPr>
                <w:sz w:val="18"/>
                <w:szCs w:val="18"/>
              </w:rPr>
              <w:t xml:space="preserve"> / technical science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51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politics</w:t>
            </w:r>
            <w:r>
              <w:rPr>
                <w:sz w:val="18"/>
                <w:szCs w:val="18"/>
              </w:rPr>
              <w:t xml:space="preserve"> / political science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940303">
              <w:rPr>
                <w:sz w:val="18"/>
                <w:szCs w:val="18"/>
              </w:rPr>
              <w:t>52 - chemist / physicist / biologist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53 - mathematician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54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soldier</w:t>
            </w:r>
            <w:r>
              <w:rPr>
                <w:sz w:val="18"/>
                <w:szCs w:val="18"/>
              </w:rPr>
              <w:t xml:space="preserve"> / Navy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musician</w:t>
            </w:r>
            <w:r>
              <w:rPr>
                <w:sz w:val="18"/>
                <w:szCs w:val="18"/>
              </w:rPr>
              <w:t xml:space="preserve"> / DJ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56 - youth/community worker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57 - translator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58 - </w:t>
            </w:r>
            <w:r>
              <w:rPr>
                <w:sz w:val="18"/>
                <w:szCs w:val="18"/>
              </w:rPr>
              <w:t>cleaner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59 - physiotherapist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>-</w:t>
            </w:r>
            <w:r w:rsidRPr="00F167DA">
              <w:rPr>
                <w:sz w:val="18"/>
                <w:szCs w:val="18"/>
              </w:rPr>
              <w:t xml:space="preserve"> artist</w:t>
            </w:r>
            <w:r>
              <w:rPr>
                <w:sz w:val="18"/>
                <w:szCs w:val="18"/>
              </w:rPr>
              <w:t xml:space="preserve"> / theatre</w:t>
            </w:r>
          </w:p>
          <w:p w:rsidR="00FA5751" w:rsidRPr="00F167DA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61 - computer scientist / programmer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62 - media designer</w:t>
            </w:r>
            <w:r>
              <w:rPr>
                <w:sz w:val="18"/>
                <w:szCs w:val="18"/>
              </w:rPr>
              <w:t xml:space="preserve"> / graphic designer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63 - technology and  natural science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64 - construction manager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65 - film / media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66 - craftsman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67 - social consultant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68 - logistics specialist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69 - interior design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70 - estate agent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71 - solar technician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72 - electrician and farmer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73 - metalworker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74 - shop assistant / retail sales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75 - packer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76 - archaeologist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77 - car salesman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78 - florist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79 - rescue assistant / rescue pilot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80 - (medical) lab assistant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81 - systems analyst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82 - roofer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83 - jewellery designer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84 - medical educator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85 - house painter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86 - medical assistant / receptionist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87 - hotel manager / hospitality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88 - gardening / landscaping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  bricklayer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  railway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91 - actor / actress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  seniors caregiver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93 - gas/water installer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94 - vet’s assistant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locksmith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95 - comedian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97 - geologist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98 - biochemist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99 - sound engineer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100 - security / bodyguard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101 - flight attendant and travel agent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102 - physiotherapist or optometrist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103 - graphic designer or medical information specialist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104 - fashion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105 - journalist or teacher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106 - hotel manager or flight attendant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107 - receptionist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108 - hotel manager or teacher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109 - Trade and Commerce [prof. qual.]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110 - personal management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111 - human resources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112 - hotel or tourism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113 - hotel or restaurant/catering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114 - contractor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115 - travel trade / travel agent / tourism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116 - cook or security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117 - food inspector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118 - cook or photographer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119 - sales or personal management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120 - sports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121 - othopedic shoemaker/technician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122 - prosthetist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123 - shoemaker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124 - textile engineer [weaver, etc]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125 - IT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126 - butcher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127 - martial arts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128 - butcher and IT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129 - dietician / nutritionist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130 - druggist or midwife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131 - firefighter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132 - oceanology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133 - rocket scientist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134 - real estate or telephony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135 - forensic science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136 - microbiologist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137 - optician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138 - tourism or international business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139 - plumbing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140 - agriculture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141 - customs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142 - firefighter or navy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143 - political or environmental science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144 - medicine or architecture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145 - speech therapist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146 - producer (film?)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147 - singer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148 - chiropractor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149 - economics and management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150 - communications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151 - trains technician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152 - surveyor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153 - teacher or social worker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154 - teacher and dogtrainer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155 - fitness coach or psychologist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156 - designer or test driver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157 - police or civil engineer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158 - doctor or diplomat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159 - diplomat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160 - nurse or medical receptionist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161 - fashion designer or medical receptionist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162 - media designer or doctor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163 - teacher or software designer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164 - hotel manager or paediatrician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165 - sport or nursing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166 - architectural assistant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167 - event management or design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168 - cook or event manager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169 - teacher or lawyer</w:t>
            </w:r>
          </w:p>
          <w:p w:rsidR="00FA5751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170 - customs officer or teacher</w:t>
            </w:r>
          </w:p>
          <w:p w:rsidR="00FA5751" w:rsidRPr="00370754" w:rsidRDefault="00FA5751" w:rsidP="00B652B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171 - shop assistant or teacher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655CDF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[A5.3 general profession coding]</w:t>
            </w:r>
          </w:p>
        </w:tc>
        <w:tc>
          <w:tcPr>
            <w:tcW w:w="1564" w:type="dxa"/>
          </w:tcPr>
          <w:p w:rsidR="00FA5751" w:rsidRDefault="00FA5751" w:rsidP="001774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expectprofgen</w:t>
            </w:r>
          </w:p>
        </w:tc>
        <w:tc>
          <w:tcPr>
            <w:tcW w:w="4673" w:type="dxa"/>
          </w:tcPr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0 - don't know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1 - several fields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2 - social care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3 - personal care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4 - animal care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5 - government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6 - law &amp; order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7 - public works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8 - learning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9 - transportation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10 - business / finance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11 - technology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12 - arts / media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13 - sciences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14 - language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15 - sport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16 - admin / support</w:t>
            </w:r>
          </w:p>
          <w:p w:rsidR="00FA5751" w:rsidRPr="00F167DA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17 - infrastructure</w:t>
            </w:r>
          </w:p>
          <w:p w:rsidR="00FA5751" w:rsidRDefault="00FA5751" w:rsidP="003D1D3A">
            <w:pPr>
              <w:spacing w:after="0" w:line="240" w:lineRule="auto"/>
              <w:rPr>
                <w:sz w:val="18"/>
                <w:szCs w:val="18"/>
              </w:rPr>
            </w:pPr>
            <w:r w:rsidRPr="00F167DA">
              <w:rPr>
                <w:sz w:val="18"/>
                <w:szCs w:val="18"/>
              </w:rPr>
              <w:t>18 - health care</w:t>
            </w:r>
          </w:p>
          <w:p w:rsidR="00FA5751" w:rsidRDefault="00FA5751" w:rsidP="007468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19 - leisure industry</w:t>
            </w:r>
          </w:p>
          <w:p w:rsidR="00FA5751" w:rsidRDefault="00FA5751" w:rsidP="009562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20 - service industry</w:t>
            </w:r>
          </w:p>
          <w:p w:rsidR="00FA5751" w:rsidRPr="00370754" w:rsidRDefault="00FA5751" w:rsidP="009562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21 - agriculture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A6.1 watching news on tv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watchtv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A6.2 reading newspaper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newspapers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A6.3 time on internet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internet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1-no time at all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2-up to 1 hour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3-between 1 and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4-more than 3 hours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A6.4 discussions friends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discfriends</w:t>
            </w:r>
          </w:p>
        </w:tc>
        <w:tc>
          <w:tcPr>
            <w:tcW w:w="4673" w:type="dxa"/>
          </w:tcPr>
          <w:p w:rsidR="00FA5751" w:rsidRPr="008502E3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FA5751" w:rsidRPr="008502E3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FA5751" w:rsidRPr="008502E3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FA5751" w:rsidRPr="008502E3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FA5751" w:rsidRPr="008502E3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A6.4 discussions parents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discparents</w:t>
            </w:r>
          </w:p>
        </w:tc>
        <w:tc>
          <w:tcPr>
            <w:tcW w:w="4673" w:type="dxa"/>
          </w:tcPr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A6.4 discussions teachers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discteachers</w:t>
            </w:r>
          </w:p>
        </w:tc>
        <w:tc>
          <w:tcPr>
            <w:tcW w:w="4673" w:type="dxa"/>
          </w:tcPr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1-never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2-rarely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3-sometimes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4-often</w:t>
            </w:r>
          </w:p>
          <w:p w:rsidR="00FA5751" w:rsidRPr="008502E3" w:rsidRDefault="00FA5751" w:rsidP="008502E3">
            <w:pPr>
              <w:spacing w:after="0" w:line="240" w:lineRule="auto"/>
              <w:rPr>
                <w:sz w:val="18"/>
                <w:szCs w:val="18"/>
              </w:rPr>
            </w:pPr>
            <w:r w:rsidRPr="008502E3">
              <w:rPr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A6.5 elected to council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council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A6.6 participated event party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polparty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A6.7 youth group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youthgroup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A6.8 parents active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parentsactive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A6.9 learn outside school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learnoutside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A6.9 what learnt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whatlearnt</w:t>
            </w:r>
          </w:p>
        </w:tc>
        <w:tc>
          <w:tcPr>
            <w:tcW w:w="4673" w:type="dxa"/>
          </w:tcPr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0-don’t know / can’t remember</w:t>
            </w:r>
            <w:r>
              <w:rPr>
                <w:sz w:val="18"/>
                <w:szCs w:val="18"/>
              </w:rPr>
              <w:t xml:space="preserve"> / nothing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1.0-several things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2-musical instrument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3-politics and society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4-other hobbies or activities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5-</w:t>
            </w:r>
            <w:r>
              <w:rPr>
                <w:sz w:val="18"/>
                <w:szCs w:val="18"/>
              </w:rPr>
              <w:t>sport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6-language(s)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7-religion and philosophy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8-science and history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9-english and maths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10-history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11-maths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12-street smarts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13-terrorism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14-extra academics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15-revision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16-general learning (via internet, etc)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17-military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18-driving/driving theory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19-acting/theatre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20-internet/technology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21-photos/photography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22-maths and physics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23-nature and people skills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24-biology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25-about other countries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26-presentation</w:t>
            </w:r>
            <w:r>
              <w:rPr>
                <w:sz w:val="18"/>
                <w:szCs w:val="18"/>
              </w:rPr>
              <w:t>s / speeches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27-people skills and religion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28-first aid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29-natural sciences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30-politics and history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31-environmentalism/vegetarianism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32-health/medicine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33-youth leadership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34-architecture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35-dance and art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36-cooking/</w:t>
            </w:r>
            <w:r w:rsidRPr="00335970">
              <w:rPr>
                <w:sz w:val="18"/>
                <w:szCs w:val="18"/>
              </w:rPr>
              <w:t>wine making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37-food and culture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38-politics and music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39-current affairs</w:t>
            </w:r>
          </w:p>
          <w:p w:rsidR="00FA5751" w:rsidRPr="00335970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40-reading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35970">
              <w:rPr>
                <w:sz w:val="18"/>
                <w:szCs w:val="18"/>
              </w:rPr>
              <w:t>41-cycling and building bikes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42-politics/activism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43-DIY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44-crafts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45-creative writing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46-to deal with children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47-bookbinding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48-auto mechanics</w:t>
            </w:r>
          </w:p>
          <w:p w:rsidR="00FA5751" w:rsidRPr="005B361A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49-chemistry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5B361A">
              <w:rPr>
                <w:sz w:val="18"/>
                <w:szCs w:val="18"/>
              </w:rPr>
              <w:t>50-biology and psychology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51-folklore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52-magic tricks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53-dance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54-communication technology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55-geopolitics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56-food services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57-religion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58-horse riding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59-massage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60-singing and dance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61-games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62-art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63-psychology / social psychology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64-technical skills (electronic)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65-geography and history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66-instructor training / teacher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67-sciences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68-hunting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69-lifesaving</w:t>
            </w:r>
          </w:p>
          <w:p w:rsidR="00FA5751" w:rsidRPr="003722F2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70-holistic living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 w:rsidRPr="003722F2">
              <w:rPr>
                <w:sz w:val="18"/>
                <w:szCs w:val="18"/>
              </w:rPr>
              <w:t>71-community service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72-meditation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73-riding motorbikes</w:t>
            </w:r>
          </w:p>
          <w:p w:rsidR="00FA5751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singing</w:t>
            </w:r>
          </w:p>
          <w:p w:rsidR="00FA5751" w:rsidRPr="003722F2" w:rsidRDefault="00FA5751" w:rsidP="00BF0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computing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B1.1 ethnic groups fewer chances good education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ethnicgoodeduc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B1.2 girls fewer chances good education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girlsgoodeduc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 xml:space="preserve">B1.3 children poor families fewer chances 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poorgoodeduc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B1.4 children rural areas fewer chances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ruralgoodeduc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B1.5 adults ethnic groups fewer chances good jobs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ethnicgoodjobs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B1.6 women fewer chances good jobs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womengoodjobs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7D4D02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B2.1 school fair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schoolfair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1-the same attention to all pupils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2-more attention to the most able pupils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3-more attention to the least able pupils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7D4D02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B2.2 pupil higher marks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marks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1-the one with better quality work</w:t>
            </w:r>
          </w:p>
          <w:p w:rsidR="00FA5751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2-the one who put in most effort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3-both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7D4D02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4D02">
              <w:rPr>
                <w:b/>
                <w:sz w:val="18"/>
                <w:szCs w:val="18"/>
              </w:rPr>
              <w:t>B3.1. school fair same chance success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success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B3.2. school fair gap not too large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gap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B4.1. teachers treat me fairly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fairtreatment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B4.2. Rules are fair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rulesfair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B4.3 Some pupils punished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punish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B4.4. Marks fair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marksfair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B4.5 same pupils participate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samepupils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B5.1 don’t get fair deal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fairdeal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B5.2 as good a chance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goodchance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B5.3 big gap expect actually get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biggap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C1.1 paid and voluntary work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voluntarywork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1-yes, paid work only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2-yes, voluntary work only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3-yes, paid and voluntary work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4-no, neither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C1.2  informal help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providehelp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  campaign badge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badge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C2.2  petition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petition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C2.3  demonstration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demonstration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C2.4  boycott products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boycott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C2.5  Deliberately bought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bought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C2.6  collected money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collectedmoney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C2.7  convince friend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convince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C2.8  actions to reduce impact on environment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actionsenv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C2.9  volunteered humanitarian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volunthum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C2.10  Volunteered environmental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voluntenv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C2.11   Volunteered cultural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voluncult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C2.12  forward email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email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C2.13  online discussion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onlinedisc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C2.14  website opinions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website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C2.15  motivation involvement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motivation</w:t>
            </w:r>
          </w:p>
        </w:tc>
        <w:tc>
          <w:tcPr>
            <w:tcW w:w="4673" w:type="dxa"/>
          </w:tcPr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found it exciting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wanted to make the community a better place to live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wanted to learn new skills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wanted to meet new people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5-I wanted to work with people who share my ideals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6-It is my duty as a citizen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7-to further my career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8-I wanted to help other people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9- I did not want to say no to someone who asked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10-</w:t>
            </w:r>
            <w:r w:rsidRPr="00532E0C">
              <w:rPr>
                <w:color w:val="000000"/>
                <w:sz w:val="18"/>
                <w:szCs w:val="18"/>
              </w:rPr>
              <w:t>other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11-to find out about other people’s views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12-I was bored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13-environmental concern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14-help parents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15-agreed with cause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16-housing situation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17-done at work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18-8 + to fight injustice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19-1 + 3 + fun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20-money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21-1 + 3 + 4 + 5 + fun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22-1 + 8 + enjoy working with children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23-1 + 3 + 4 + 8 + justness from school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24-1 + 3 + 4 + fun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25-1 + 4 + bored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26-2 + 3 + 8 + help animals and nature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27-mandatory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28-1 + 5 + 8 + faith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29-1 + 7 + social responsibility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30-4 + health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31-2 + share my ideas + learn about others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32-3 + to pass time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33-to inform/educate others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34-to make savings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35-6 + share my knowledge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36-expand knowledge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37-1 + 2 + 3 + 4 + 7 + 8 + experience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38-1 + 2 + 5 + 8 + seems fair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39-1 + 3 + 4 + 7 + 8 + fun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40-2 + 5 + broaden knowledge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41-1 + 6 + to fight injustice and inequality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42-1 + achieve something together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43-support animal welfare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44-1 + 2 + 3 + 4 + 5 + 6 + 7 + 8 + to further beliefs and social change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45-3 + 7 + 8 + for world peace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46-5 + share my ideas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47-fun / enjoyment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100-all of the above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317FC5" w:rsidRDefault="00FA5751" w:rsidP="0081210C">
            <w:pPr>
              <w:spacing w:after="0" w:line="240" w:lineRule="auto"/>
              <w:rPr>
                <w:i/>
                <w:color w:val="000000"/>
                <w:sz w:val="18"/>
                <w:szCs w:val="18"/>
              </w:rPr>
            </w:pPr>
            <w:r w:rsidRPr="00317FC5">
              <w:rPr>
                <w:i/>
                <w:color w:val="000000"/>
                <w:sz w:val="18"/>
                <w:szCs w:val="18"/>
              </w:rPr>
              <w:t>[combinations by number of options chosen]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233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</w:t>
            </w:r>
          </w:p>
          <w:p w:rsidR="00FA5751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+ 6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349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358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+ 7 + 9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448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+ 7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+ 5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+ 6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+ 4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+ 6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539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545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47122">
              <w:rPr>
                <w:color w:val="000000"/>
                <w:sz w:val="18"/>
                <w:szCs w:val="18"/>
                <w:highlight w:val="yellow"/>
              </w:rPr>
              <w:t>601 – 1 + 2 + 5 + 8 + 13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609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+ 8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619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+ 5 + 7 + 9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+ 5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+ 6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625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626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 + 4 + 5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627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+ 5 + 7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628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 + 3 + 4 + 5 + 6 + 7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629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700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+ 8 + 9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701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702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+ 3 + 4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703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+ 5 + 6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704 </w:t>
            </w:r>
            <w:r>
              <w:rPr>
                <w:color w:val="000000"/>
                <w:sz w:val="18"/>
                <w:szCs w:val="18"/>
              </w:rPr>
              <w:t>–</w:t>
            </w:r>
            <w:r w:rsidRPr="000F244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 + 2 + 3 + 4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705 - </w:t>
            </w:r>
            <w:r>
              <w:rPr>
                <w:color w:val="000000"/>
                <w:sz w:val="18"/>
                <w:szCs w:val="18"/>
              </w:rPr>
              <w:t>1 + 2 + 4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706 - </w:t>
            </w:r>
            <w:r>
              <w:rPr>
                <w:color w:val="000000"/>
                <w:sz w:val="18"/>
                <w:szCs w:val="18"/>
              </w:rPr>
              <w:t>1 + 3 + 4 + 5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707 - </w:t>
            </w:r>
            <w:r>
              <w:rPr>
                <w:color w:val="000000"/>
                <w:sz w:val="18"/>
                <w:szCs w:val="18"/>
              </w:rPr>
              <w:t>1 + 2 + 3 + 4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708 - </w:t>
            </w:r>
            <w:r>
              <w:rPr>
                <w:color w:val="000000"/>
                <w:sz w:val="18"/>
                <w:szCs w:val="18"/>
              </w:rPr>
              <w:t>1 + 2 + 5 + 6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709 - </w:t>
            </w:r>
            <w:r>
              <w:rPr>
                <w:color w:val="000000"/>
                <w:sz w:val="18"/>
                <w:szCs w:val="18"/>
              </w:rPr>
              <w:t>2 + 3 + 4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800 - </w:t>
            </w:r>
            <w:r>
              <w:rPr>
                <w:color w:val="000000"/>
                <w:sz w:val="18"/>
                <w:szCs w:val="18"/>
              </w:rPr>
              <w:t>1 + 2 + 3 + 4 + 5 + 8 + 9 + 10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801 - </w:t>
            </w:r>
            <w:r>
              <w:rPr>
                <w:color w:val="000000"/>
                <w:sz w:val="18"/>
                <w:szCs w:val="18"/>
              </w:rPr>
              <w:t>1 + 2 + 3 + 4 + 5 + 6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802 - </w:t>
            </w:r>
            <w:r>
              <w:rPr>
                <w:color w:val="000000"/>
                <w:sz w:val="18"/>
                <w:szCs w:val="18"/>
              </w:rPr>
              <w:t>1 + 2 + 3 + 4 + 5 + 7 + 8 + 9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803 - </w:t>
            </w:r>
            <w:r>
              <w:rPr>
                <w:color w:val="000000"/>
                <w:sz w:val="18"/>
                <w:szCs w:val="18"/>
              </w:rPr>
              <w:t>1 + 2 + 3 + 4 + 5 + 6 + 7 + 8</w:t>
            </w:r>
          </w:p>
          <w:p w:rsidR="00FA5751" w:rsidRPr="000F244D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 xml:space="preserve">804 - </w:t>
            </w:r>
            <w:r>
              <w:rPr>
                <w:color w:val="000000"/>
                <w:sz w:val="18"/>
                <w:szCs w:val="18"/>
              </w:rPr>
              <w:t>1 + 3 + 4 + 5 + 6 + 7 + 8 + 9</w:t>
            </w:r>
          </w:p>
          <w:p w:rsidR="00FA5751" w:rsidRPr="00532E0C" w:rsidRDefault="00FA5751" w:rsidP="008121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0F244D">
              <w:rPr>
                <w:color w:val="000000"/>
                <w:sz w:val="18"/>
                <w:szCs w:val="18"/>
              </w:rPr>
              <w:t>805 -</w:t>
            </w:r>
            <w:r>
              <w:rPr>
                <w:color w:val="000000"/>
                <w:sz w:val="18"/>
                <w:szCs w:val="18"/>
              </w:rPr>
              <w:t xml:space="preserve"> 2 + 3 + 4 + 5 + 6 + 7 + 8 + 9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C2.16  Action make difference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C3.1  activity not discussed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otheractivity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C3.2  what activity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typeactivity</w:t>
            </w:r>
          </w:p>
        </w:tc>
        <w:tc>
          <w:tcPr>
            <w:tcW w:w="4673" w:type="dxa"/>
          </w:tcPr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0-don’t know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1-sport(s)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1.5-sport leadership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2-using technology/internet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3-charity volunteering (working with people)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4-charity volunteering (general)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5-charity volunteering (fundraising)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6-charity volunterring (raising awareness)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7-environmental activities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7.5-anti-environmental activities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8-human rights activism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9-school events participation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10-dance/music</w:t>
            </w:r>
            <w:r>
              <w:rPr>
                <w:color w:val="000000"/>
                <w:sz w:val="18"/>
                <w:szCs w:val="18"/>
                <w:lang w:eastAsia="en-GB"/>
              </w:rPr>
              <w:t>/drama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11-political participation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12-crime prevention volunteering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13-church volunteering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14-library volunteering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15-lobbied school issue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16-donating to charity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17-charity volunteering (working with animals)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18-work experience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19-first aid / medical volunteering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20-general volunteering / helping others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21-school work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22-youth organisation/club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23-dispute resolution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24-promoting local business/culture</w:t>
            </w:r>
          </w:p>
          <w:p w:rsidR="00FA5751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25-handicraft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400-silence</w:t>
            </w:r>
          </w:p>
          <w:p w:rsidR="00FA5751" w:rsidRPr="00613717" w:rsidRDefault="00FA5751" w:rsidP="00313079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613717">
              <w:rPr>
                <w:color w:val="000000"/>
                <w:sz w:val="18"/>
                <w:szCs w:val="18"/>
                <w:lang w:eastAsia="en-GB"/>
              </w:rPr>
              <w:t>500-design F1 cars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C3.3  motivation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motivation2</w:t>
            </w:r>
          </w:p>
        </w:tc>
        <w:tc>
          <w:tcPr>
            <w:tcW w:w="4673" w:type="dxa"/>
          </w:tcPr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0-don't know</w:t>
            </w:r>
            <w:r>
              <w:rPr>
                <w:color w:val="000000"/>
                <w:sz w:val="18"/>
                <w:szCs w:val="18"/>
                <w:lang w:eastAsia="en-GB"/>
              </w:rPr>
              <w:t>/nothing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1-self improvement/new skills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2-to do something for the community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3-enjoyment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4-encouragement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5-interest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6-help family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7-</w:t>
            </w:r>
            <w:r>
              <w:rPr>
                <w:color w:val="000000"/>
                <w:sz w:val="18"/>
                <w:szCs w:val="18"/>
                <w:lang w:eastAsia="en-GB"/>
              </w:rPr>
              <w:t>encouraging political participation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8-to help other people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9-to make a difference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10-enjoyment and help others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11-agreed with cause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12-</w:t>
            </w:r>
            <w:r>
              <w:rPr>
                <w:color w:val="000000"/>
                <w:sz w:val="18"/>
                <w:szCs w:val="18"/>
                <w:lang w:eastAsia="en-GB"/>
              </w:rPr>
              <w:t>meet new people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13-environmental concern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14-didn't have to wear a uniform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15-to change perceptions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increase awareness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16-money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17-meet new people and enjoyment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18-meet new people and learn new things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19-winning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20-make the world better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21-church member</w:t>
            </w:r>
            <w:r>
              <w:rPr>
                <w:color w:val="000000"/>
                <w:sz w:val="18"/>
                <w:szCs w:val="18"/>
                <w:lang w:eastAsia="en-GB"/>
              </w:rPr>
              <w:t xml:space="preserve"> / faith</w:t>
            </w:r>
          </w:p>
          <w:p w:rsidR="00FA5751" w:rsidRPr="00017D59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22-class project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 w:rsidRPr="00017D59">
              <w:rPr>
                <w:color w:val="000000"/>
                <w:sz w:val="18"/>
                <w:szCs w:val="18"/>
                <w:lang w:eastAsia="en-GB"/>
              </w:rPr>
              <w:t>23-duty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24-enjoyment and to make a difference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25-interest and to help others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26-class president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27-to support family and agreed with cause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28-encourage others to participate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29-no choice / mandatory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30-to help others and enact change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31-duty and for community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32-believed in cause, to help, to bring change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33-learn about other cultures and broaden experience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34-physical activity and training the body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35-to fill time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36-to help others and learn new things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37-to help animals</w:t>
            </w:r>
          </w:p>
          <w:p w:rsidR="00FA5751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</w:p>
          <w:p w:rsidR="00FA5751" w:rsidRPr="00303C7C" w:rsidRDefault="00FA5751" w:rsidP="00BF030A">
            <w:pPr>
              <w:spacing w:after="0" w:line="240" w:lineRule="auto"/>
              <w:rPr>
                <w:color w:val="000000"/>
                <w:sz w:val="18"/>
                <w:szCs w:val="18"/>
                <w:lang w:eastAsia="en-GB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100-1+2+3+4+6+8 [ref. C2.15]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C3.4  action make difference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difference2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D1.1  change to your school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changeschool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1-yes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2-no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D1.2 action make difference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difference3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 lot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2-something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3-not too much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4-not sure yet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5-it backfired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D1.3.1  own learning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ownlearning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D1.3.2  own career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owncareer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D1.3.3  lives people closest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peopleclosest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D1.3.4  to your neighbourhood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toneighbourhood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D1.3.5  To your country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tocountry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D1.3.6 To the world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toworld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D2.1 know politics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knowpolitics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D2.2  something to say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say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D2.3  understand political issues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understand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FC161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D2.4 interested in politics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interested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D3.1 electing student reps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electing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D3.2 positive change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positive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D3.3. solve problems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solveproblems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D3.4 students acting together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actingtogether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D4.1 discussion school problems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schoolproblems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D4.2 problems something to say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problemssay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1-agree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2-agree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3-neither agree nor 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4-disagree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5-disagree strongly</w:t>
            </w:r>
          </w:p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6-don’t know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E1.1 join political party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olderparty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E1.2 letters to newspaper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oldernewspaper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E1.3 candidate office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oldercandidate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E1.4 block traffic protest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olderblock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E1.5 occupy buildings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olderoccupy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E1.6 vote national elections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olderelections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E1.7 information voting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olderinformation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E2.1 Volunteer time help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nextvolunteer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E2.2 Collect money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nextmoney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  <w:tr w:rsidR="00FA5751" w:rsidRPr="00532E0C" w:rsidTr="007C71DB">
        <w:tc>
          <w:tcPr>
            <w:tcW w:w="1985" w:type="dxa"/>
          </w:tcPr>
          <w:p w:rsidR="00FA5751" w:rsidRPr="00EF2CD8" w:rsidRDefault="00FA5751" w:rsidP="00532E0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EF2CD8">
              <w:rPr>
                <w:b/>
                <w:sz w:val="18"/>
                <w:szCs w:val="18"/>
              </w:rPr>
              <w:t>E2.3 Collect signatures</w:t>
            </w:r>
          </w:p>
        </w:tc>
        <w:tc>
          <w:tcPr>
            <w:tcW w:w="1564" w:type="dxa"/>
          </w:tcPr>
          <w:p w:rsidR="00FA5751" w:rsidRPr="00532E0C" w:rsidRDefault="00FA5751" w:rsidP="00532E0C">
            <w:pPr>
              <w:spacing w:after="0" w:line="240" w:lineRule="auto"/>
              <w:rPr>
                <w:sz w:val="18"/>
                <w:szCs w:val="18"/>
              </w:rPr>
            </w:pPr>
            <w:r w:rsidRPr="00532E0C">
              <w:rPr>
                <w:sz w:val="18"/>
                <w:szCs w:val="18"/>
              </w:rPr>
              <w:t>nextsignatures</w:t>
            </w:r>
          </w:p>
        </w:tc>
        <w:tc>
          <w:tcPr>
            <w:tcW w:w="4673" w:type="dxa"/>
          </w:tcPr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1-I will certainly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2-I will probably not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3-I will probably do this</w:t>
            </w:r>
          </w:p>
          <w:p w:rsidR="00FA5751" w:rsidRPr="00532E0C" w:rsidRDefault="00FA5751" w:rsidP="00532E0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32E0C">
              <w:rPr>
                <w:color w:val="000000"/>
                <w:sz w:val="18"/>
                <w:szCs w:val="18"/>
              </w:rPr>
              <w:t>4-I will certainly do this</w:t>
            </w:r>
          </w:p>
        </w:tc>
      </w:tr>
    </w:tbl>
    <w:p w:rsidR="00FA5751" w:rsidRPr="008E44B6" w:rsidRDefault="00FA5751">
      <w:pPr>
        <w:rPr>
          <w:b/>
          <w:sz w:val="18"/>
          <w:szCs w:val="18"/>
        </w:rPr>
      </w:pPr>
    </w:p>
    <w:sectPr w:rsidR="00FA5751" w:rsidRPr="008E44B6" w:rsidSect="000A2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A35"/>
    <w:multiLevelType w:val="hybridMultilevel"/>
    <w:tmpl w:val="AD4E3C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6E55E5"/>
    <w:multiLevelType w:val="hybridMultilevel"/>
    <w:tmpl w:val="07B8952E"/>
    <w:lvl w:ilvl="0" w:tplc="71F0A07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826A54"/>
    <w:multiLevelType w:val="hybridMultilevel"/>
    <w:tmpl w:val="BEF08FF8"/>
    <w:lvl w:ilvl="0" w:tplc="006A28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5B2A4C"/>
    <w:multiLevelType w:val="multilevel"/>
    <w:tmpl w:val="A0B030A6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48F11AEF"/>
    <w:multiLevelType w:val="hybridMultilevel"/>
    <w:tmpl w:val="4AE6CC5E"/>
    <w:lvl w:ilvl="0" w:tplc="5170C01A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6464A1"/>
    <w:multiLevelType w:val="hybridMultilevel"/>
    <w:tmpl w:val="002ABAB2"/>
    <w:lvl w:ilvl="0" w:tplc="F712EEF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C56471"/>
    <w:multiLevelType w:val="multilevel"/>
    <w:tmpl w:val="30BC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79842243"/>
    <w:multiLevelType w:val="hybridMultilevel"/>
    <w:tmpl w:val="37762500"/>
    <w:lvl w:ilvl="0" w:tplc="0874AB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B31F38"/>
    <w:multiLevelType w:val="hybridMultilevel"/>
    <w:tmpl w:val="F9EED08C"/>
    <w:lvl w:ilvl="0" w:tplc="70446FF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DA"/>
    <w:rsid w:val="000025EA"/>
    <w:rsid w:val="00010043"/>
    <w:rsid w:val="0001284C"/>
    <w:rsid w:val="00017D59"/>
    <w:rsid w:val="000223DD"/>
    <w:rsid w:val="00035F35"/>
    <w:rsid w:val="00051CFF"/>
    <w:rsid w:val="000529F7"/>
    <w:rsid w:val="00054763"/>
    <w:rsid w:val="0008258C"/>
    <w:rsid w:val="00087F1B"/>
    <w:rsid w:val="000A2816"/>
    <w:rsid w:val="000A5985"/>
    <w:rsid w:val="000C4AF9"/>
    <w:rsid w:val="000C5378"/>
    <w:rsid w:val="000C54DA"/>
    <w:rsid w:val="000E6C21"/>
    <w:rsid w:val="000F001A"/>
    <w:rsid w:val="000F1D17"/>
    <w:rsid w:val="000F244D"/>
    <w:rsid w:val="00111EBD"/>
    <w:rsid w:val="001263D0"/>
    <w:rsid w:val="00134D44"/>
    <w:rsid w:val="0014521F"/>
    <w:rsid w:val="001462D1"/>
    <w:rsid w:val="00164FBA"/>
    <w:rsid w:val="0016661C"/>
    <w:rsid w:val="00177434"/>
    <w:rsid w:val="001863E2"/>
    <w:rsid w:val="00186A21"/>
    <w:rsid w:val="001908FF"/>
    <w:rsid w:val="001C5BCC"/>
    <w:rsid w:val="001E558D"/>
    <w:rsid w:val="001F63EE"/>
    <w:rsid w:val="00204B53"/>
    <w:rsid w:val="00216936"/>
    <w:rsid w:val="0021707E"/>
    <w:rsid w:val="00227328"/>
    <w:rsid w:val="00250A48"/>
    <w:rsid w:val="00252BFA"/>
    <w:rsid w:val="00272253"/>
    <w:rsid w:val="0027532A"/>
    <w:rsid w:val="00280ECF"/>
    <w:rsid w:val="00281194"/>
    <w:rsid w:val="00281A2D"/>
    <w:rsid w:val="00284B5C"/>
    <w:rsid w:val="00284E27"/>
    <w:rsid w:val="002920E1"/>
    <w:rsid w:val="002A54E2"/>
    <w:rsid w:val="002A5A96"/>
    <w:rsid w:val="002B3B3F"/>
    <w:rsid w:val="002C287F"/>
    <w:rsid w:val="002D14B9"/>
    <w:rsid w:val="002D393F"/>
    <w:rsid w:val="00301E48"/>
    <w:rsid w:val="00303C7C"/>
    <w:rsid w:val="00305C4D"/>
    <w:rsid w:val="003122CA"/>
    <w:rsid w:val="00313079"/>
    <w:rsid w:val="00317FC5"/>
    <w:rsid w:val="00335970"/>
    <w:rsid w:val="00336235"/>
    <w:rsid w:val="003440F9"/>
    <w:rsid w:val="00350A0F"/>
    <w:rsid w:val="003551D5"/>
    <w:rsid w:val="00355A0A"/>
    <w:rsid w:val="00370754"/>
    <w:rsid w:val="003722F2"/>
    <w:rsid w:val="00380C98"/>
    <w:rsid w:val="00390E33"/>
    <w:rsid w:val="00390E82"/>
    <w:rsid w:val="00394EE3"/>
    <w:rsid w:val="003A7EC2"/>
    <w:rsid w:val="003B2422"/>
    <w:rsid w:val="003B4B44"/>
    <w:rsid w:val="003D001B"/>
    <w:rsid w:val="003D1D3A"/>
    <w:rsid w:val="003E2483"/>
    <w:rsid w:val="003F5736"/>
    <w:rsid w:val="003F6669"/>
    <w:rsid w:val="0042634E"/>
    <w:rsid w:val="00436009"/>
    <w:rsid w:val="00441D71"/>
    <w:rsid w:val="00453A18"/>
    <w:rsid w:val="00463A12"/>
    <w:rsid w:val="00465B58"/>
    <w:rsid w:val="00472982"/>
    <w:rsid w:val="0049343E"/>
    <w:rsid w:val="00495528"/>
    <w:rsid w:val="004B0F94"/>
    <w:rsid w:val="004C4413"/>
    <w:rsid w:val="004D00D5"/>
    <w:rsid w:val="004D0EFD"/>
    <w:rsid w:val="004D2BCE"/>
    <w:rsid w:val="004D3CB3"/>
    <w:rsid w:val="004D75AD"/>
    <w:rsid w:val="004F17B9"/>
    <w:rsid w:val="004F3078"/>
    <w:rsid w:val="005161C1"/>
    <w:rsid w:val="00532E0C"/>
    <w:rsid w:val="00535EC1"/>
    <w:rsid w:val="00540DF4"/>
    <w:rsid w:val="00547122"/>
    <w:rsid w:val="005B361A"/>
    <w:rsid w:val="005C55D9"/>
    <w:rsid w:val="005C6B7A"/>
    <w:rsid w:val="005D15AE"/>
    <w:rsid w:val="005D43AB"/>
    <w:rsid w:val="005D47FB"/>
    <w:rsid w:val="005D4A8A"/>
    <w:rsid w:val="005F5C31"/>
    <w:rsid w:val="00613717"/>
    <w:rsid w:val="0061473A"/>
    <w:rsid w:val="00617B42"/>
    <w:rsid w:val="006244BD"/>
    <w:rsid w:val="00655CDF"/>
    <w:rsid w:val="00662EB7"/>
    <w:rsid w:val="006779D3"/>
    <w:rsid w:val="006C65ED"/>
    <w:rsid w:val="006D0E31"/>
    <w:rsid w:val="006D51EC"/>
    <w:rsid w:val="006E6EB4"/>
    <w:rsid w:val="00711B60"/>
    <w:rsid w:val="007121B0"/>
    <w:rsid w:val="007167F0"/>
    <w:rsid w:val="00734DA4"/>
    <w:rsid w:val="00746887"/>
    <w:rsid w:val="00753F3F"/>
    <w:rsid w:val="00776C3B"/>
    <w:rsid w:val="007871A0"/>
    <w:rsid w:val="00791DCE"/>
    <w:rsid w:val="007975C8"/>
    <w:rsid w:val="007B0279"/>
    <w:rsid w:val="007C71DB"/>
    <w:rsid w:val="007D3F63"/>
    <w:rsid w:val="007D4D02"/>
    <w:rsid w:val="007F6363"/>
    <w:rsid w:val="00802FF7"/>
    <w:rsid w:val="0081210C"/>
    <w:rsid w:val="008129D0"/>
    <w:rsid w:val="008134B5"/>
    <w:rsid w:val="00816CEB"/>
    <w:rsid w:val="008236BE"/>
    <w:rsid w:val="00826FB5"/>
    <w:rsid w:val="00840D3B"/>
    <w:rsid w:val="008502E3"/>
    <w:rsid w:val="008515F9"/>
    <w:rsid w:val="008553FF"/>
    <w:rsid w:val="008733E7"/>
    <w:rsid w:val="008A0CE2"/>
    <w:rsid w:val="008A348D"/>
    <w:rsid w:val="008A3F81"/>
    <w:rsid w:val="008A64F4"/>
    <w:rsid w:val="008A79A1"/>
    <w:rsid w:val="008B224D"/>
    <w:rsid w:val="008B231D"/>
    <w:rsid w:val="008C19DA"/>
    <w:rsid w:val="008C2BF0"/>
    <w:rsid w:val="008C5691"/>
    <w:rsid w:val="008D7010"/>
    <w:rsid w:val="008E098F"/>
    <w:rsid w:val="008E44B6"/>
    <w:rsid w:val="008F39B6"/>
    <w:rsid w:val="008F51E6"/>
    <w:rsid w:val="00900894"/>
    <w:rsid w:val="00902003"/>
    <w:rsid w:val="00903F6D"/>
    <w:rsid w:val="00906366"/>
    <w:rsid w:val="00913224"/>
    <w:rsid w:val="009231B9"/>
    <w:rsid w:val="00940303"/>
    <w:rsid w:val="00951DF2"/>
    <w:rsid w:val="009562F2"/>
    <w:rsid w:val="00962FF8"/>
    <w:rsid w:val="00980E76"/>
    <w:rsid w:val="009924C7"/>
    <w:rsid w:val="009B3B37"/>
    <w:rsid w:val="009D77E9"/>
    <w:rsid w:val="009E07C2"/>
    <w:rsid w:val="009F08D5"/>
    <w:rsid w:val="00A0024E"/>
    <w:rsid w:val="00A14AE7"/>
    <w:rsid w:val="00A17B81"/>
    <w:rsid w:val="00A24112"/>
    <w:rsid w:val="00A27F6F"/>
    <w:rsid w:val="00A36DF3"/>
    <w:rsid w:val="00A370B7"/>
    <w:rsid w:val="00A52B67"/>
    <w:rsid w:val="00A53487"/>
    <w:rsid w:val="00A54E6B"/>
    <w:rsid w:val="00A64826"/>
    <w:rsid w:val="00A66A5A"/>
    <w:rsid w:val="00A80DE8"/>
    <w:rsid w:val="00A84597"/>
    <w:rsid w:val="00AA459B"/>
    <w:rsid w:val="00AB4E0A"/>
    <w:rsid w:val="00AD3CBE"/>
    <w:rsid w:val="00AD5D39"/>
    <w:rsid w:val="00AE3C7A"/>
    <w:rsid w:val="00B151FA"/>
    <w:rsid w:val="00B216C0"/>
    <w:rsid w:val="00B30277"/>
    <w:rsid w:val="00B4062A"/>
    <w:rsid w:val="00B560C1"/>
    <w:rsid w:val="00B627B7"/>
    <w:rsid w:val="00B652B3"/>
    <w:rsid w:val="00BB6BC8"/>
    <w:rsid w:val="00BC017C"/>
    <w:rsid w:val="00BD0B8E"/>
    <w:rsid w:val="00BD285A"/>
    <w:rsid w:val="00BF030A"/>
    <w:rsid w:val="00BF2237"/>
    <w:rsid w:val="00BF44DD"/>
    <w:rsid w:val="00C0243F"/>
    <w:rsid w:val="00C06F08"/>
    <w:rsid w:val="00C157DC"/>
    <w:rsid w:val="00C233D6"/>
    <w:rsid w:val="00C43F5A"/>
    <w:rsid w:val="00C57332"/>
    <w:rsid w:val="00C72E0E"/>
    <w:rsid w:val="00CC04DF"/>
    <w:rsid w:val="00CE4122"/>
    <w:rsid w:val="00CF4D3A"/>
    <w:rsid w:val="00D12AFD"/>
    <w:rsid w:val="00D219A4"/>
    <w:rsid w:val="00D270CF"/>
    <w:rsid w:val="00D3605F"/>
    <w:rsid w:val="00D925A4"/>
    <w:rsid w:val="00D9328B"/>
    <w:rsid w:val="00DB7523"/>
    <w:rsid w:val="00DC1875"/>
    <w:rsid w:val="00DD50B6"/>
    <w:rsid w:val="00DE22E8"/>
    <w:rsid w:val="00DE6121"/>
    <w:rsid w:val="00DF5A4B"/>
    <w:rsid w:val="00DF6702"/>
    <w:rsid w:val="00E05E00"/>
    <w:rsid w:val="00E1065E"/>
    <w:rsid w:val="00E11A09"/>
    <w:rsid w:val="00E15BA4"/>
    <w:rsid w:val="00E31289"/>
    <w:rsid w:val="00E44113"/>
    <w:rsid w:val="00E61181"/>
    <w:rsid w:val="00E64074"/>
    <w:rsid w:val="00E807D6"/>
    <w:rsid w:val="00EA48C9"/>
    <w:rsid w:val="00EA56B7"/>
    <w:rsid w:val="00EA6B5D"/>
    <w:rsid w:val="00EC33CC"/>
    <w:rsid w:val="00EE1DE2"/>
    <w:rsid w:val="00EF2CD8"/>
    <w:rsid w:val="00EF338C"/>
    <w:rsid w:val="00F016BD"/>
    <w:rsid w:val="00F05992"/>
    <w:rsid w:val="00F06489"/>
    <w:rsid w:val="00F167DA"/>
    <w:rsid w:val="00F33F35"/>
    <w:rsid w:val="00F476D8"/>
    <w:rsid w:val="00F66772"/>
    <w:rsid w:val="00F80A3D"/>
    <w:rsid w:val="00F867F8"/>
    <w:rsid w:val="00F92C6A"/>
    <w:rsid w:val="00F93959"/>
    <w:rsid w:val="00F966F6"/>
    <w:rsid w:val="00FA5751"/>
    <w:rsid w:val="00FA69C4"/>
    <w:rsid w:val="00FC161E"/>
    <w:rsid w:val="00FE0B8E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19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51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900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00894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semiHidden/>
    <w:rsid w:val="00900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00894"/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24</Pages>
  <Words>5406</Words>
  <Characters>30816</Characters>
  <Application>Microsoft Office Outlook</Application>
  <DocSecurity>0</DocSecurity>
  <Lines>0</Lines>
  <Paragraphs>0</Paragraphs>
  <ScaleCrop>false</ScaleCrop>
  <Company>Institute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1 – Code book Inequalities project – Lower Secondary</dc:title>
  <dc:subject/>
  <dc:creator>ICS</dc:creator>
  <cp:keywords/>
  <dc:description/>
  <cp:lastModifiedBy>germ</cp:lastModifiedBy>
  <cp:revision>2</cp:revision>
  <cp:lastPrinted>2010-10-08T14:01:00Z</cp:lastPrinted>
  <dcterms:created xsi:type="dcterms:W3CDTF">2013-12-04T10:56:00Z</dcterms:created>
  <dcterms:modified xsi:type="dcterms:W3CDTF">2013-12-04T10:56:00Z</dcterms:modified>
</cp:coreProperties>
</file>